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2799F" w14:textId="77777777" w:rsidR="0046474A" w:rsidRPr="00417370" w:rsidRDefault="0046474A" w:rsidP="0046474A">
      <w:pPr>
        <w:shd w:val="clear" w:color="auto" w:fill="D5EDFF"/>
        <w:spacing w:line="360" w:lineRule="auto"/>
        <w:jc w:val="center"/>
        <w:rPr>
          <w:rFonts w:ascii="Adobe Arabic" w:hAnsi="Adobe Arabic" w:cs="AlHurraTxtBold"/>
          <w:sz w:val="38"/>
          <w:szCs w:val="38"/>
        </w:rPr>
      </w:pPr>
      <w:r w:rsidRPr="00417370">
        <w:rPr>
          <w:rFonts w:ascii="Adobe Arabic" w:hAnsi="Adobe Arabic" w:cs="AlHurraTxtBold" w:hint="cs"/>
          <w:sz w:val="38"/>
          <w:szCs w:val="38"/>
          <w:rtl/>
        </w:rPr>
        <w:t xml:space="preserve">كلمة السيد القائد عبد الملك بدر الدين الحوثي "يحفظه الله" </w:t>
      </w:r>
    </w:p>
    <w:p w14:paraId="6B507857" w14:textId="16BA660F" w:rsidR="0046474A" w:rsidRPr="00417370" w:rsidRDefault="0046474A" w:rsidP="0046474A">
      <w:pPr>
        <w:shd w:val="clear" w:color="auto" w:fill="D5EDFF"/>
        <w:spacing w:line="360" w:lineRule="auto"/>
        <w:jc w:val="center"/>
        <w:rPr>
          <w:rFonts w:ascii="Adobe Arabic" w:hAnsi="Adobe Arabic" w:cs="AlHurraTxtBold"/>
          <w:color w:val="000099"/>
          <w:sz w:val="40"/>
          <w:szCs w:val="40"/>
          <w:rtl/>
        </w:rPr>
      </w:pPr>
      <w:r w:rsidRPr="00417370">
        <w:rPr>
          <w:rFonts w:ascii="Adobe Arabic" w:hAnsi="Adobe Arabic" w:cs="AlHurraTxtBold" w:hint="cs"/>
          <w:color w:val="000099"/>
          <w:sz w:val="40"/>
          <w:szCs w:val="40"/>
          <w:rtl/>
        </w:rPr>
        <w:t xml:space="preserve">بمناسبة الذكرى السنوية للشهيد الرئيس صالح علي </w:t>
      </w:r>
      <w:r w:rsidR="002E45F7">
        <w:rPr>
          <w:rFonts w:ascii="Adobe Arabic" w:hAnsi="Adobe Arabic" w:cs="AlHurraTxtBold" w:hint="cs"/>
          <w:color w:val="000099"/>
          <w:sz w:val="40"/>
          <w:szCs w:val="40"/>
          <w:rtl/>
        </w:rPr>
        <w:t>الصَّمَّاد</w:t>
      </w:r>
    </w:p>
    <w:p w14:paraId="09258890" w14:textId="37F542D9" w:rsidR="0046474A" w:rsidRPr="00417370" w:rsidRDefault="00EF550C" w:rsidP="00E70CD8">
      <w:pPr>
        <w:shd w:val="clear" w:color="auto" w:fill="D5EDFF"/>
        <w:spacing w:line="360" w:lineRule="auto"/>
        <w:jc w:val="center"/>
        <w:rPr>
          <w:rFonts w:ascii="Adobe Arabic" w:hAnsi="Adobe Arabic" w:cs="Adobe Arabic"/>
          <w:b/>
          <w:bCs/>
          <w:sz w:val="40"/>
          <w:szCs w:val="40"/>
          <w:rtl/>
        </w:rPr>
      </w:pPr>
      <w:r>
        <w:rPr>
          <w:rFonts w:ascii="Adobe Arabic" w:hAnsi="Adobe Arabic" w:cs="Adobe Arabic" w:hint="cs"/>
          <w:b/>
          <w:bCs/>
          <w:sz w:val="40"/>
          <w:szCs w:val="40"/>
          <w:rtl/>
        </w:rPr>
        <w:t>الثلاثاء</w:t>
      </w:r>
      <w:r w:rsidRPr="00417370">
        <w:rPr>
          <w:rFonts w:ascii="Adobe Arabic" w:hAnsi="Adobe Arabic" w:cs="Adobe Arabic" w:hint="cs"/>
          <w:b/>
          <w:bCs/>
          <w:sz w:val="40"/>
          <w:szCs w:val="40"/>
          <w:rtl/>
        </w:rPr>
        <w:t xml:space="preserve"> </w:t>
      </w:r>
      <w:r w:rsidR="0046474A" w:rsidRPr="00417370">
        <w:rPr>
          <w:rFonts w:ascii="Adobe Arabic" w:hAnsi="Adobe Arabic" w:cs="Adobe Arabic" w:hint="cs"/>
          <w:b/>
          <w:bCs/>
          <w:sz w:val="40"/>
          <w:szCs w:val="40"/>
          <w:rtl/>
        </w:rPr>
        <w:t>3 شعبان 144</w:t>
      </w:r>
      <w:r w:rsidR="0046474A">
        <w:rPr>
          <w:rFonts w:ascii="Adobe Arabic" w:hAnsi="Adobe Arabic" w:cs="Adobe Arabic" w:hint="cs"/>
          <w:b/>
          <w:bCs/>
          <w:sz w:val="40"/>
          <w:szCs w:val="40"/>
          <w:rtl/>
        </w:rPr>
        <w:t>5</w:t>
      </w:r>
      <w:r w:rsidR="0046474A" w:rsidRPr="00417370">
        <w:rPr>
          <w:rFonts w:ascii="Adobe Arabic" w:hAnsi="Adobe Arabic" w:cs="Adobe Arabic" w:hint="cs"/>
          <w:b/>
          <w:bCs/>
          <w:sz w:val="40"/>
          <w:szCs w:val="40"/>
          <w:rtl/>
        </w:rPr>
        <w:t xml:space="preserve">هـ </w:t>
      </w:r>
      <w:r w:rsidR="0046474A">
        <w:rPr>
          <w:rFonts w:ascii="Adobe Arabic" w:hAnsi="Adobe Arabic" w:cs="Adobe Arabic" w:hint="cs"/>
          <w:b/>
          <w:bCs/>
          <w:sz w:val="40"/>
          <w:szCs w:val="40"/>
          <w:rtl/>
        </w:rPr>
        <w:t>13</w:t>
      </w:r>
      <w:r w:rsidR="0046474A" w:rsidRPr="00417370">
        <w:rPr>
          <w:rFonts w:ascii="Adobe Arabic" w:hAnsi="Adobe Arabic" w:cs="Adobe Arabic" w:hint="cs"/>
          <w:b/>
          <w:bCs/>
          <w:sz w:val="40"/>
          <w:szCs w:val="40"/>
          <w:rtl/>
        </w:rPr>
        <w:t xml:space="preserve"> فبراير </w:t>
      </w:r>
      <w:r w:rsidR="00E70CD8" w:rsidRPr="00417370">
        <w:rPr>
          <w:rFonts w:ascii="Adobe Arabic" w:hAnsi="Adobe Arabic" w:cs="Adobe Arabic" w:hint="cs"/>
          <w:b/>
          <w:bCs/>
          <w:sz w:val="40"/>
          <w:szCs w:val="40"/>
          <w:rtl/>
        </w:rPr>
        <w:t>202</w:t>
      </w:r>
      <w:r w:rsidR="00E70CD8">
        <w:rPr>
          <w:rFonts w:ascii="Adobe Arabic" w:hAnsi="Adobe Arabic" w:cs="Adobe Arabic" w:hint="cs"/>
          <w:b/>
          <w:bCs/>
          <w:sz w:val="40"/>
          <w:szCs w:val="40"/>
          <w:rtl/>
        </w:rPr>
        <w:t>4</w:t>
      </w:r>
      <w:r w:rsidR="00E70CD8" w:rsidRPr="00417370">
        <w:rPr>
          <w:rFonts w:ascii="Adobe Arabic" w:hAnsi="Adobe Arabic" w:cs="Adobe Arabic" w:hint="cs"/>
          <w:b/>
          <w:bCs/>
          <w:sz w:val="40"/>
          <w:szCs w:val="40"/>
          <w:rtl/>
        </w:rPr>
        <w:t>م</w:t>
      </w:r>
    </w:p>
    <w:p w14:paraId="7FF4AAFD" w14:textId="77777777" w:rsidR="0046474A" w:rsidRPr="00CB3A46" w:rsidRDefault="0046474A" w:rsidP="0046474A">
      <w:pPr>
        <w:jc w:val="center"/>
        <w:rPr>
          <w:rFonts w:ascii="Adobe Arabic" w:hAnsi="Adobe Arabic" w:cs="Amiri Quran"/>
          <w:b/>
          <w:bCs/>
          <w:sz w:val="30"/>
          <w:szCs w:val="30"/>
        </w:rPr>
      </w:pP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>أَعُـوْذُ بِالل</w:t>
      </w:r>
      <w:r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َّ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>هِ مِنْ الشَّيْطَان الرَّجِيْمِ</w:t>
      </w:r>
    </w:p>
    <w:p w14:paraId="6850B254" w14:textId="77777777" w:rsidR="0046474A" w:rsidRPr="00CB3A46" w:rsidRDefault="0046474A" w:rsidP="0046474A">
      <w:pPr>
        <w:pStyle w:val="a3"/>
        <w:spacing w:line="276" w:lineRule="auto"/>
        <w:rPr>
          <w:b/>
          <w:bCs/>
          <w:sz w:val="38"/>
          <w:szCs w:val="38"/>
        </w:rPr>
      </w:pPr>
      <w:r w:rsidRPr="00CB3A46">
        <w:rPr>
          <w:b/>
          <w:bCs/>
          <w:sz w:val="38"/>
          <w:szCs w:val="38"/>
          <w:rtl/>
        </w:rPr>
        <w:t>بِـسْـــمِ اللَّهِ الرَّحْـمَـنِ الرَّحِـيْـمِ</w:t>
      </w:r>
    </w:p>
    <w:p w14:paraId="4312358E" w14:textId="77777777" w:rsidR="00961748" w:rsidRPr="00CB3A46" w:rsidRDefault="00961748" w:rsidP="006A0012">
      <w:pPr>
        <w:jc w:val="center"/>
        <w:rPr>
          <w:rFonts w:ascii="Amiri" w:hAnsi="Amiri" w:cs="Amiri Quran"/>
          <w:b/>
          <w:bCs/>
          <w:sz w:val="32"/>
          <w:szCs w:val="32"/>
          <w:rtl/>
        </w:rPr>
      </w:pPr>
      <w:r w:rsidRPr="00CB3A46">
        <w:rPr>
          <w:rFonts w:ascii="Amiri" w:hAnsi="Amiri" w:cs="Amiri Quran"/>
          <w:b/>
          <w:bCs/>
          <w:sz w:val="32"/>
          <w:szCs w:val="32"/>
          <w:rtl/>
        </w:rPr>
        <w:t>الْحَمْدُ لِلَّهِ رَبِّ الْعَالَمِينَ، وَأَشهَدُ أَنَّ لَا إِلَهَ إِل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ا اللَّهُ الْمَلِكُ الْحَقُّ المُبين، وَأشهَدُ أنَّ سَيِّدَنا مُحَم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داً عَبدُهُ ورَسُوْلُهُ خَاتَمُ النَّبِيِّين.</w:t>
      </w:r>
    </w:p>
    <w:p w14:paraId="2C9D6593" w14:textId="6F3F59A0" w:rsidR="00961748" w:rsidRPr="00CB3A46" w:rsidRDefault="00961748" w:rsidP="0046474A">
      <w:pPr>
        <w:jc w:val="center"/>
        <w:rPr>
          <w:rFonts w:ascii="Amiri" w:hAnsi="Amiri" w:cs="Amiri Quran"/>
          <w:b/>
          <w:bCs/>
          <w:sz w:val="32"/>
          <w:szCs w:val="32"/>
          <w:rtl/>
        </w:rPr>
      </w:pPr>
      <w:r w:rsidRPr="00CB3A46">
        <w:rPr>
          <w:rFonts w:ascii="Amiri" w:hAnsi="Amiri" w:cs="Amiri Quran"/>
          <w:b/>
          <w:bCs/>
          <w:sz w:val="32"/>
          <w:szCs w:val="32"/>
          <w:rtl/>
        </w:rPr>
        <w:t>اللَّهُمَّ صَل</w:t>
      </w:r>
      <w:r w:rsidR="0046474A" w:rsidRPr="00CB3A46">
        <w:rPr>
          <w:rFonts w:ascii="Amiri" w:hAnsi="Amiri" w:cs="Amiri Quran" w:hint="cs"/>
          <w:b/>
          <w:bCs/>
          <w:sz w:val="32"/>
          <w:szCs w:val="32"/>
          <w:rtl/>
        </w:rPr>
        <w:t>ِّ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 xml:space="preserve"> عَلى مُحَم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دٍ وَعَلَى آلِ مُحَم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د، وَبارِكْ عَلى مُحَم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دٍ وَعَلَى آلِ مُحَم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د، كَمَا صَلَّيْتَ وَبَارَكْتَ عَلَى إِبْرَاهِيمَ وَعَلَى آلِ إِبْرَاهِيمَ إِنَّكَ حَمِيدٌ مَجِيدٌ، و</w:t>
      </w:r>
      <w:r w:rsidR="006B3DFA" w:rsidRPr="00CB3A46">
        <w:rPr>
          <w:rFonts w:ascii="Amiri" w:hAnsi="Amiri" w:cs="Amiri Quran" w:hint="cs"/>
          <w:b/>
          <w:bCs/>
          <w:sz w:val="32"/>
          <w:szCs w:val="32"/>
          <w:rtl/>
        </w:rPr>
        <w:t>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ارضَ اللَّهُم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َ بِرِضَاكَ عَنْ أَصْحَابِهِ الْأَخْيَارِ المُنتَجَبين، وَعَنْ سَائِرِ عِبَادِكَ الصَّالِحِينَ وَالمُجَاهِدِين.</w:t>
      </w:r>
    </w:p>
    <w:p w14:paraId="2D4E7BD7" w14:textId="112B6B27" w:rsidR="00961748" w:rsidRPr="00CB3A46" w:rsidRDefault="00961748" w:rsidP="0046474A">
      <w:pPr>
        <w:rPr>
          <w:rFonts w:ascii="Amiri" w:hAnsi="Amiri" w:cs="Amiri Quran"/>
          <w:b/>
          <w:bCs/>
          <w:sz w:val="32"/>
          <w:szCs w:val="32"/>
          <w:rtl/>
        </w:rPr>
      </w:pPr>
      <w:r w:rsidRPr="00CB3A46">
        <w:rPr>
          <w:rFonts w:ascii="Amiri" w:hAnsi="Amiri" w:cs="Amiri Quran"/>
          <w:b/>
          <w:bCs/>
          <w:sz w:val="32"/>
          <w:szCs w:val="32"/>
          <w:rtl/>
        </w:rPr>
        <w:t>أي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ُّ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ه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ا ال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إِ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خ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ْ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و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ة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ُ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miri" w:hAnsi="Amiri" w:cs="Amiri Quran" w:hint="cs"/>
          <w:b/>
          <w:bCs/>
          <w:sz w:val="32"/>
          <w:szCs w:val="32"/>
          <w:rtl/>
        </w:rPr>
        <w:t>وَالأَخَوَات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:</w:t>
      </w:r>
    </w:p>
    <w:p w14:paraId="08B67E94" w14:textId="5B00ACFB" w:rsidR="003D11C8" w:rsidRPr="00CB3A46" w:rsidRDefault="003D11C8" w:rsidP="006A0012">
      <w:pPr>
        <w:jc w:val="center"/>
        <w:rPr>
          <w:rFonts w:ascii="Amiri" w:hAnsi="Amiri" w:cs="Amiri Quran"/>
          <w:b/>
          <w:bCs/>
          <w:sz w:val="32"/>
          <w:szCs w:val="32"/>
          <w:rtl/>
        </w:rPr>
      </w:pPr>
      <w:r w:rsidRPr="00CB3A46">
        <w:rPr>
          <w:rFonts w:ascii="Amiri" w:hAnsi="Amiri" w:cs="Amiri Quran"/>
          <w:b/>
          <w:bCs/>
          <w:sz w:val="32"/>
          <w:szCs w:val="32"/>
          <w:rtl/>
        </w:rPr>
        <w:t>الس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>ـلَامُ عَلَيْكُمْ وَرَحْمَةُ الل</w:t>
      </w:r>
      <w:r w:rsidRPr="00CB3A46">
        <w:rPr>
          <w:rFonts w:ascii="Amiri" w:hAnsi="Amiri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miri" w:hAnsi="Amiri" w:cs="Amiri Quran"/>
          <w:b/>
          <w:bCs/>
          <w:sz w:val="32"/>
          <w:szCs w:val="32"/>
          <w:rtl/>
        </w:rPr>
        <w:t xml:space="preserve">هِ </w:t>
      </w:r>
      <w:proofErr w:type="gramStart"/>
      <w:r w:rsidRPr="00CB3A46">
        <w:rPr>
          <w:rFonts w:ascii="Amiri" w:hAnsi="Amiri" w:cs="Amiri Quran"/>
          <w:b/>
          <w:bCs/>
          <w:sz w:val="32"/>
          <w:szCs w:val="32"/>
          <w:rtl/>
        </w:rPr>
        <w:t>وَبَرَكَاتُهُ؛؛؛</w:t>
      </w:r>
      <w:proofErr w:type="gramEnd"/>
    </w:p>
    <w:p w14:paraId="325DFC2B" w14:textId="77777777" w:rsidR="00500185" w:rsidRPr="00CB3A46" w:rsidRDefault="0046474A" w:rsidP="00500185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يقول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القرآن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الكريم</w:t>
      </w:r>
      <w:r w:rsidR="0050018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="00500185" w:rsidRPr="00CB3A46">
        <w:rPr>
          <w:rtl/>
        </w:rPr>
        <w:t xml:space="preserve"> </w:t>
      </w:r>
      <w:r w:rsidR="00500185" w:rsidRPr="00CB3A46">
        <w:rPr>
          <w:rStyle w:val="Char"/>
          <w:rtl/>
        </w:rPr>
        <w:t>{</w:t>
      </w:r>
      <w:r w:rsidR="00500185" w:rsidRPr="00CB3A46">
        <w:rPr>
          <w:rStyle w:val="Char"/>
          <w:rFonts w:hint="eastAsia"/>
          <w:rtl/>
        </w:rPr>
        <w:t>مِنَ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الْمُؤْمِنِينَ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رِجَالٌ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صَدَقُوا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مَا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عَاهَدُوا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اللَّهَ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عَلَيْهِ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فَمِنْهُمْ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مَنْ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قَضَى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نَحْبَهُ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وَمِنْهُمْ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مَنْ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يَنْتَظِرُ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وَمَا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بَدَّلُوا</w:t>
      </w:r>
      <w:r w:rsidR="00500185" w:rsidRPr="00CB3A46">
        <w:rPr>
          <w:rStyle w:val="Char"/>
          <w:rtl/>
        </w:rPr>
        <w:t xml:space="preserve"> </w:t>
      </w:r>
      <w:proofErr w:type="gramStart"/>
      <w:r w:rsidR="00500185" w:rsidRPr="00CB3A46">
        <w:rPr>
          <w:rStyle w:val="Char"/>
          <w:rFonts w:hint="eastAsia"/>
          <w:rtl/>
        </w:rPr>
        <w:t>تَبْدِيلًا</w:t>
      </w:r>
      <w:r w:rsidR="00500185" w:rsidRPr="00CB3A46">
        <w:rPr>
          <w:rStyle w:val="Char"/>
          <w:rtl/>
        </w:rPr>
        <w:t>}</w:t>
      </w:r>
      <w:r w:rsidR="00500185" w:rsidRPr="00CB3A46">
        <w:rPr>
          <w:rStyle w:val="Char0"/>
          <w:rtl/>
        </w:rPr>
        <w:t>[</w:t>
      </w:r>
      <w:proofErr w:type="gramEnd"/>
      <w:r w:rsidR="00500185" w:rsidRPr="00CB3A46">
        <w:rPr>
          <w:rStyle w:val="Char0"/>
          <w:rFonts w:hint="eastAsia"/>
          <w:rtl/>
        </w:rPr>
        <w:t>الأحزاب</w:t>
      </w:r>
      <w:r w:rsidR="00500185" w:rsidRPr="00CB3A46">
        <w:rPr>
          <w:rStyle w:val="Char0"/>
          <w:rtl/>
        </w:rPr>
        <w:t xml:space="preserve">: </w:t>
      </w:r>
      <w:r w:rsidR="00500185" w:rsidRPr="00CB3A46">
        <w:rPr>
          <w:rStyle w:val="Char0"/>
          <w:rFonts w:hint="cs"/>
          <w:rtl/>
        </w:rPr>
        <w:t>الآية</w:t>
      </w:r>
      <w:r w:rsidR="00500185" w:rsidRPr="00CB3A46">
        <w:rPr>
          <w:rStyle w:val="Char0"/>
          <w:rtl/>
        </w:rPr>
        <w:t>23]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ص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َ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د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َ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ق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َ</w:t>
      </w:r>
      <w:r w:rsidRPr="00CB3A46">
        <w:rPr>
          <w:rFonts w:ascii="Adobe Arabic" w:hAnsi="Adobe Arabic" w:cs="DecoType Naskh Variants"/>
          <w:sz w:val="32"/>
          <w:szCs w:val="32"/>
          <w:rtl/>
        </w:rPr>
        <w:t xml:space="preserve"> 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الل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َّ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ه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ُ</w:t>
      </w:r>
      <w:r w:rsidRPr="00CB3A46">
        <w:rPr>
          <w:rFonts w:ascii="Adobe Arabic" w:hAnsi="Adobe Arabic" w:cs="DecoType Naskh Variants"/>
          <w:sz w:val="32"/>
          <w:szCs w:val="32"/>
          <w:rtl/>
        </w:rPr>
        <w:t xml:space="preserve"> 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الع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َ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ل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ِ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ي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ُّ</w:t>
      </w:r>
      <w:r w:rsidRPr="00CB3A46">
        <w:rPr>
          <w:rFonts w:ascii="Adobe Arabic" w:hAnsi="Adobe Arabic" w:cs="DecoType Naskh Variants"/>
          <w:sz w:val="32"/>
          <w:szCs w:val="32"/>
          <w:rtl/>
        </w:rPr>
        <w:t xml:space="preserve"> 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الع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َ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ظ</w:t>
      </w:r>
      <w:r w:rsidR="00500185" w:rsidRPr="00CB3A46">
        <w:rPr>
          <w:rFonts w:ascii="Adobe Arabic" w:hAnsi="Adobe Arabic" w:cs="DecoType Naskh Variants" w:hint="cs"/>
          <w:sz w:val="32"/>
          <w:szCs w:val="32"/>
          <w:rtl/>
        </w:rPr>
        <w:t>ِ</w:t>
      </w:r>
      <w:r w:rsidRPr="00CB3A46">
        <w:rPr>
          <w:rFonts w:ascii="Adobe Arabic" w:hAnsi="Adobe Arabic" w:cs="DecoType Naskh Variants" w:hint="eastAsia"/>
          <w:sz w:val="32"/>
          <w:szCs w:val="32"/>
          <w:rtl/>
        </w:rPr>
        <w:t>يم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58453C5F" w14:textId="3937BE7E" w:rsidR="0046474A" w:rsidRPr="00CB3A46" w:rsidRDefault="0046474A" w:rsidP="00500185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الطريق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قضى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الرئيس</w:t>
      </w:r>
      <w:r w:rsidR="0050018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/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صالح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الصَّمَّاد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رَحمَةُ اللَّهِ تَغشَاهُ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قضى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نحبه</w:t>
      </w:r>
      <w:r w:rsidR="0050018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شهيدا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سعيدا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ً،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فائزا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بموعود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تَبَارَكَ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للشهداء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الأبرار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الصدق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بالإخلاص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"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ُ"،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والثبات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الحق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وبذل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النفس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والمال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والجهد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والطاقات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والقدرات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تَبَارَكَ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الفوز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بالشهادة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يجس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تضمنته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المباركة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الصدق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306AE87" w14:textId="44034A3F" w:rsidR="002E45F7" w:rsidRPr="00CB3A46" w:rsidRDefault="0046474A" w:rsidP="002E45F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الصَّمَّاد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رَحمَةُ اللَّهِ تَغشَاهُ</w:t>
      </w:r>
      <w:r w:rsidR="0050018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نموذج</w:t>
      </w:r>
      <w:r w:rsidR="0050018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كرجل</w:t>
      </w:r>
      <w:r w:rsidR="0050018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مؤمن</w:t>
      </w:r>
      <w:r w:rsidR="0050018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مجاهد</w:t>
      </w:r>
      <w:r w:rsidR="0050018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Style w:val="Char"/>
          <w:rtl/>
        </w:rPr>
        <w:t>{</w:t>
      </w:r>
      <w:r w:rsidR="00500185" w:rsidRPr="00CB3A46">
        <w:rPr>
          <w:rStyle w:val="Char"/>
          <w:rFonts w:hint="eastAsia"/>
          <w:rtl/>
        </w:rPr>
        <w:t>مِنَ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الْمُؤْمِنِينَ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رِجَالٌ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صَدَقُوا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مَا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عَاهَدُوا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اللَّهَ</w:t>
      </w:r>
      <w:r w:rsidR="00500185" w:rsidRPr="00CB3A46">
        <w:rPr>
          <w:rStyle w:val="Char"/>
          <w:rtl/>
        </w:rPr>
        <w:t xml:space="preserve"> </w:t>
      </w:r>
      <w:r w:rsidR="00500185" w:rsidRPr="00CB3A46">
        <w:rPr>
          <w:rStyle w:val="Char"/>
          <w:rFonts w:hint="eastAsia"/>
          <w:rtl/>
        </w:rPr>
        <w:t>عَلَيْهِ</w:t>
      </w:r>
      <w:r w:rsidR="00500185" w:rsidRPr="00CB3A46">
        <w:rPr>
          <w:rStyle w:val="Char"/>
          <w:rFonts w:hint="cs"/>
          <w:rtl/>
        </w:rPr>
        <w:t>}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نموذجا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كرجل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مؤمن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مجاهد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 w:hint="cs"/>
          <w:sz w:val="32"/>
          <w:szCs w:val="32"/>
          <w:rtl/>
        </w:rPr>
        <w:t xml:space="preserve">انطلق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منطلق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هويته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ن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تمائه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إ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يماني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مسيرته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بوعي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ٍ،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وبصيرة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ٍ،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وفاعلية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وروح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وإسهام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ملموس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أيضاً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نموذج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كرجل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sz w:val="32"/>
          <w:szCs w:val="32"/>
          <w:rtl/>
        </w:rPr>
        <w:t>مسؤول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أدائه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</w:t>
      </w:r>
      <w:r w:rsidR="002E45F7" w:rsidRPr="00CB3A46">
        <w:rPr>
          <w:rFonts w:ascii="Adobe Arabic" w:hAnsi="Adobe Arabic" w:cs="Adobe Arabic" w:hint="eastAsia"/>
          <w:sz w:val="32"/>
          <w:szCs w:val="32"/>
          <w:rtl/>
        </w:rPr>
        <w:t>مسؤول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تحملها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كرئيس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ثابتا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منطلقاته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ودوافعه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وروحيته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الجهادية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وأهدافه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المقدسة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تغير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فالشهيد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بحق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فخر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اليمني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الكثير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الشعوب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شعوب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إفلاس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حقيقي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الرؤساء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والملوك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والقادة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وغبن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رهيب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رؤساء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ملوك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قادة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يحملون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الروحية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ينطلقون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المنطلقات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يمتلكون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المؤهلات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الراقية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sz w:val="32"/>
          <w:szCs w:val="32"/>
          <w:rtl/>
        </w:rPr>
        <w:t>مسؤول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ياتهم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لائقين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بشعوبهم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DB47608" w14:textId="77777777" w:rsidR="00BA11A1" w:rsidRPr="00CB3A46" w:rsidRDefault="0046474A" w:rsidP="00BA11A1">
      <w:p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الصَّمَّاد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رَحمَةُ اللَّهِ تَغشَاهُ</w:t>
      </w:r>
      <w:r w:rsidR="002E45F7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يجس</w:t>
      </w:r>
      <w:r w:rsidR="002E45F7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موقع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مسؤول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تحملها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شعبه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الإيمانية</w:t>
      </w:r>
      <w:r w:rsidR="002E45F7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وينطلق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المنطلق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ن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تماء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وأمته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وجمع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الوعي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السياسي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والخلفية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الثقافية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والمعرفية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الاجتماعي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روحيته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الاجتماعية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ع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لاقاته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الاجتماعية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الواسعة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والروحية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والجهادية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بمكارم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الأخلاق</w:t>
      </w:r>
      <w:r w:rsidR="002E45F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وحسن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التعامل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والعلاقة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الط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الناس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والاحترام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للناس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ع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امله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معهم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والتواضع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، التواضع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معروفا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5E4AB962" w14:textId="4819D63B" w:rsidR="007F5053" w:rsidRPr="00CB3A46" w:rsidRDefault="0046474A" w:rsidP="007F5053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مهتما</w:t>
      </w:r>
      <w:r w:rsidR="00BA11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وجادا</w:t>
      </w:r>
      <w:r w:rsidR="00BA11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عمله</w:t>
      </w:r>
      <w:r w:rsidR="00BA11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أدائه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مسؤول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يته</w:t>
      </w:r>
      <w:r w:rsidR="00BA11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الليل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والنهار</w:t>
      </w:r>
      <w:r w:rsidR="00BA11A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ويبذل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الجهد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مجالات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بجدي</w:t>
      </w:r>
      <w:r w:rsidR="00434C00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ملموسة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وواضحة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مساره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الجهاد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والعمل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مسؤوليته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كرئيس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ظروف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صعبة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للغاية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ذروته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شراسته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عرفناه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المرحلة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يقصف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عشوائي</w:t>
      </w:r>
      <w:r w:rsidR="00C857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بآلاف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الأطنان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القنابل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والصواريخ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رؤوس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المدن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والقرى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ويجتاح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الأنحاء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الاتجاهات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ويحاصر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البنية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الاقتصادية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ويستهدف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أشكال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الاستهداف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 xml:space="preserve">، هو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ظروف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صعبة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="007F5053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C07104A" w14:textId="77777777" w:rsidR="00FF0D5A" w:rsidRPr="00CB3A46" w:rsidRDefault="0046474A" w:rsidP="007F5053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لماذا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استهدف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رأسهم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الأمريكي</w:t>
      </w:r>
      <w:r w:rsidR="007F505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دور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أساسي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جريمة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الاستهداف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للشهيد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الصَّمَّاد</w:t>
      </w:r>
      <w:r w:rsidR="007F505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لماذا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قاموا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باستهداف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الصَّمَّاد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رَحمَةُ اللَّهِ تَغشَاهُ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FF0D5A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؟</w:t>
      </w:r>
    </w:p>
    <w:p w14:paraId="3F775CEB" w14:textId="77777777" w:rsidR="00C00D35" w:rsidRPr="00CB3A46" w:rsidRDefault="0046474A" w:rsidP="00C00D35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أولا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يعود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ق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لقهم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دوره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الفاعل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وما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حظي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تأثير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أوساط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شعبه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وقابلية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عالية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واحترام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ومحبة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وتأثيره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مسؤول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يته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للتصدي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للعدوان</w:t>
      </w:r>
      <w:r w:rsidR="00A7683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إسهامه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ح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ظ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الجبهة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الداخلية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جهة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التصدي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للعدوان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وحش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الطاقات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والإمكانات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والقدرات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لأبناء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الرسمي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والشعبي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التصدي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للعدوان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يمثله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خطورة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رهيبة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مساعي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تحالف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ا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جتياح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واحتلاله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بكله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ومصادرة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ري</w:t>
      </w:r>
      <w:r w:rsidR="00A7683E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="00CA6C9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واستقلاله</w:t>
      </w:r>
      <w:r w:rsidR="00CA6C9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والاستحواذ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شيء</w:t>
      </w:r>
      <w:r w:rsidR="00CA6C9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يمثل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خطورة</w:t>
      </w:r>
      <w:r w:rsidR="00CA6C9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بالغة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lastRenderedPageBreak/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أبناء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="00CA6C9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فالشهيد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sz w:val="32"/>
          <w:szCs w:val="32"/>
          <w:rtl/>
        </w:rPr>
        <w:t>الصَّمَّاد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دور</w:t>
      </w:r>
      <w:r w:rsidR="00CA6C95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فاعل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ومؤثر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إسهام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واضح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الصحيح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حش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الطاقات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والقدرات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والإمكانات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الرسمي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الشعبي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القيام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الأولوية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المهمة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التصدي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للعدوان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وكذلك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السعي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ؤ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ليلا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ونهارا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المحافظة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استقرار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الجبهة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الداخلية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وتماسكها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الأسباب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لاستهدافه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AA9B384" w14:textId="5714BDD9" w:rsidR="00C00D35" w:rsidRPr="00CB3A46" w:rsidRDefault="0046474A" w:rsidP="00C00D35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تصورهم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الخاطئ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استهدافهم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سيكون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عاملا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عوامل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متعددة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يحاولون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خلالها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كسر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إرادة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شعب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نا،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يبحثون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يمكن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بحسب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تصوراتهم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عاملا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ه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كسر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إرادة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وصموده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ويحاولون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يزرعوا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حالة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اليأس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الصمود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والثبات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وجدوى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التصدي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للعدوان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تصورهم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قتلوا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sz w:val="32"/>
          <w:szCs w:val="32"/>
          <w:rtl/>
        </w:rPr>
        <w:t>الصَّمَّاد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رَحمَةُ اللَّهِ تَغشَاهُ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بالنظر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موقعه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وبالنظر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صفته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الرسمية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وبالنظر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دوره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الفاعل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عوامل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أخرى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الروح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المعنوية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لشعبنا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ويصيبه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باليأس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ا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نهيار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1923F9AD" w14:textId="77777777" w:rsidR="00C00D35" w:rsidRPr="00CB3A46" w:rsidRDefault="00C00D35" w:rsidP="00C00D35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أيضاً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قلقهم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النوع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المسؤولين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الوطن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العربي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والعالم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الإسلامي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الذين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قادة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أحرار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يخنعون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لأمريكا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ولا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يقبلون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بمصادرة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حري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ة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شعبهم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و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احتلال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بلدانهم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وأوطانهم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يتمسكون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بقضايا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أمتهم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قلقهم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اليمن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بما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أهمية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جغرافية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وشعب</w:t>
      </w:r>
      <w:r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فاعل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يمتلك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الهوية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يتمسك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بقضايا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أمته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وعلى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رأسها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القضية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الفلسطينية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E77B036" w14:textId="77777777" w:rsidR="003610DE" w:rsidRPr="00CB3A46" w:rsidRDefault="0046474A" w:rsidP="003610DE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الأمريكي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والبريطاني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والإسرائيلي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كانوا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يحسبون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المراحل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حساب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يحدث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الأيام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المرحلة</w:t>
      </w:r>
      <w:r w:rsidR="00C00D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ساندة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رسميا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وشعبيا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ً،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نصرة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نصرة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والعمليات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تتم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الأحمر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ومضيق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المندب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قلقهم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الكبير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موقعه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الجغرافي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ال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مطل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 xml:space="preserve">على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الأحمر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المندب،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خليج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عد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ن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العربي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المضائق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البحار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 xml:space="preserve">هي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أهمية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يحسب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="00C00D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ويحسب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حساب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أهميتها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الاستراتيجية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توجه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تحرري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م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تمسك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بقضايا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وعندما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لتصفية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القضية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سعيهم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لإبادة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وتهجيره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بلده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وقفة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صادقة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مستفيدا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الضغط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المقدمة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مسألة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استراتيجية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تحدث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عنها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تحدث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المجرم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نتنياهو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)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تحدث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المسألة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تحدث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مضيق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المندب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تحدث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خطورة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يقود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اليمن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التحرري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الصادق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الحاسم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تحدث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تصريحات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الشأن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وذيعت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وسائل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الإعلام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تلفزيونات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معروفة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تصريحاتهم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الشأن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تصريحات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لأمريكيين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ووسائل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إعلام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وبريطانية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1CBEAEDD" w14:textId="77777777" w:rsidR="001871B1" w:rsidRPr="00CB3A46" w:rsidRDefault="0046474A" w:rsidP="001871B1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فآنذاك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المرحلة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يحس</w:t>
      </w:r>
      <w:r w:rsidR="003610D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ب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حساب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مثل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الأيام</w:t>
      </w:r>
      <w:r w:rsidR="003610D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البرنامج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خططهم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خططهم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المرحلية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وبعيدة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المدى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والاستراتيجية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السعي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لتصفية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وإنهاء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القضية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نهائيا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ً،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مسألة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موجودة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خططهم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ويبنون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سياسات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وتوجهات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وبرامج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وأنشطة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معينة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واهتمامات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معينة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ويحس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ب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حسابها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انبعاث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شعوبنا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lastRenderedPageBreak/>
        <w:t>وحركتها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ويق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ظ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تها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ووعيها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وتطلعها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sz w:val="32"/>
          <w:szCs w:val="32"/>
          <w:rtl/>
        </w:rPr>
        <w:t>مسؤول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ياتها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تنال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حقوقها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المشروعة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فيزعجهم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ويتحركون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تبعا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لذلك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 xml:space="preserve">؛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أكبر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الدوافع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أيضاً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لاستهدافهم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"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ِضْ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ان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ِ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ْ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</w:t>
      </w:r>
      <w:r w:rsidR="003610DE" w:rsidRPr="00CB3A46">
        <w:rPr>
          <w:rFonts w:ascii="Adobe Arabic" w:hAnsi="Adobe Arabic" w:cs="Adobe Arabic" w:hint="cs"/>
          <w:sz w:val="32"/>
          <w:szCs w:val="32"/>
          <w:rtl/>
        </w:rPr>
        <w:t>ِ"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="004D12ED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قلقهم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زعماء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وقادة</w:t>
      </w:r>
      <w:r w:rsidR="004D12ED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يسود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التحرري</w:t>
      </w:r>
      <w:r w:rsidR="004D12ED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السائد</w:t>
      </w:r>
      <w:r w:rsidR="004D12ED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الرسمي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الشعبي</w:t>
      </w:r>
      <w:r w:rsidR="004D12ED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مسألة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أهمية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لدى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وحسبوا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ح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سابها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72EE2DE" w14:textId="7728E765" w:rsidR="00415C35" w:rsidRPr="00CB3A46" w:rsidRDefault="0046474A" w:rsidP="00A20AC2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يريدون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بلدنا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البلدان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الرسمي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دائما</w:t>
      </w:r>
      <w:r w:rsidR="003A7D77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العمالة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لهم</w:t>
      </w:r>
      <w:r w:rsidR="003A7D77" w:rsidRPr="00CB3A46">
        <w:rPr>
          <w:rFonts w:ascii="Adobe Arabic" w:hAnsi="Adobe Arabic" w:cs="Adobe Arabic"/>
          <w:b/>
          <w:bCs/>
          <w:sz w:val="32"/>
          <w:szCs w:val="32"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العمالة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لأمريكا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العمالة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لإسرائيل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العمالة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لبريطانيا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موقفا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السياق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والتوجه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والتوجه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التحرك</w:t>
      </w:r>
      <w:r w:rsidR="003A7D77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يخنق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الشعبي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ويكبته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ويحول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مغاير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لذلك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منطلق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الانتماء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والهوية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وغيره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العربية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والإسلامية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يريدون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عملاء</w:t>
      </w:r>
      <w:r w:rsidR="001871B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مهمتهم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الرئيسية</w:t>
      </w:r>
      <w:r w:rsidR="001871B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حراسة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المنشآت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والقواعد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والقواعد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البريطانية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الإسرائيلية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البريطانية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فعلوا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فعلوا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871B1"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ال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توجه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محاولة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إبادة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شعوب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عام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نراه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متمثلا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2E38D7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واضح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ال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المرتزقة</w:t>
      </w:r>
      <w:r w:rsidR="00A20AC2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واضح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يعب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منطقهم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المنطق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المنطق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المنطق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1871B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توصيفهم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المساند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لغزة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التوصيف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يختلف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تعبيرهم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يختلف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اللغة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فقط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اللهجة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</w:t>
      </w:r>
      <w:r w:rsidR="00415C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المضمون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ذاته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عند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تتابع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تصريحات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الإسرائيليين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تصريحات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الأمريكيين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تصريحات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البريطانيين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التصريحات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والمواقف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لقادة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المرتزقة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ذاتها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تختلف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عنها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يريدون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هكذا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أيديهم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همه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وأول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همه</w:t>
      </w:r>
      <w:r w:rsidR="00415C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يحر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بسهر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بجد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باهتمام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تأمين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تعبر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لتوصل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بضا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ئ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ودعمه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اللوجستي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إبادة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بالملاحة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الدولية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الملاحة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الدولية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والمسألة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41768F06" w14:textId="1071DE86" w:rsidR="00415C35" w:rsidRPr="00CB3A46" w:rsidRDefault="0046474A" w:rsidP="002E38D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</w:t>
      </w:r>
      <w:r w:rsidR="00415C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</w:t>
      </w:r>
      <w:r w:rsidR="00415C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للأمريكي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رئيس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كالرئيس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صالح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</w:t>
      </w:r>
      <w:r w:rsidR="00415C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َّمَّ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رَحمَةُ اللَّهِ تَغشَاهُ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415C35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والنهج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التحرري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فشلوا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تحقيق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أهدافهم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فشل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والإسرائيلي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38D7" w:rsidRPr="00CB3A46">
        <w:rPr>
          <w:rFonts w:ascii="Adobe Arabic" w:hAnsi="Adobe Arabic" w:cs="Adobe Arabic" w:hint="eastAsia"/>
          <w:sz w:val="32"/>
          <w:szCs w:val="32"/>
          <w:rtl/>
        </w:rPr>
        <w:t>وعملا</w:t>
      </w:r>
      <w:r w:rsidR="002E38D7" w:rsidRPr="00CB3A46">
        <w:rPr>
          <w:rFonts w:ascii="Adobe Arabic" w:hAnsi="Adobe Arabic" w:cs="Adobe Arabic" w:hint="cs"/>
          <w:sz w:val="32"/>
          <w:szCs w:val="32"/>
          <w:rtl/>
        </w:rPr>
        <w:t>ؤ</w:t>
      </w:r>
      <w:r w:rsidR="002E38D7"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="002E38D7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ق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ليميون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وجنودهم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المحليون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خانوا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وطنهم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والتحقوا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بهم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فشلوا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تحقيق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هدفهم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صالح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15C35" w:rsidRPr="00CB3A46">
        <w:rPr>
          <w:rFonts w:ascii="Adobe Arabic" w:hAnsi="Adobe Arabic" w:cs="Adobe Arabic" w:hint="eastAsia"/>
          <w:sz w:val="32"/>
          <w:szCs w:val="32"/>
          <w:rtl/>
        </w:rPr>
        <w:t>الصَّمَّاد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رَحمَةُ اللَّهِ تَغشَاهُ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ونحن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نرى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جميعا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المرحلة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العالم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نرى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التضحية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والعطاء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والجهد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15C35" w:rsidRPr="00CB3A46">
        <w:rPr>
          <w:rFonts w:ascii="Adobe Arabic" w:hAnsi="Adobe Arabic" w:cs="Adobe Arabic" w:hint="eastAsia"/>
          <w:sz w:val="32"/>
          <w:szCs w:val="32"/>
          <w:rtl/>
        </w:rPr>
        <w:t>الصَّمَّاد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"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"،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ولرفاق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دربه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السنوات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الماضية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استشهدوا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قبله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استشهدوا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استشهدوا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بعد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نرى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الثمرة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قوة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 xml:space="preserve">من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منعة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عزة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كرامة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فاعلية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وتأثير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وحضور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وإسهام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حقيقي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المعركة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بكلها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يؤدي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مسؤوليته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ودوره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 xml:space="preserve">هو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حاضر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ويسهم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بفاعلية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وسمع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="00415C35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68FC4AD" w14:textId="77777777" w:rsidR="00F81B1E" w:rsidRPr="00CB3A46" w:rsidRDefault="0046474A" w:rsidP="00F81B1E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تصور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بمسلكهم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الإجرامي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القتل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والاستهداف</w:t>
      </w:r>
      <w:r w:rsidR="00F81B1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للأحرار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أمتنا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القادة</w:t>
      </w:r>
      <w:r w:rsidR="00F81B1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أبنا</w:t>
      </w:r>
      <w:r w:rsidR="00F81B1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ء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شعوب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أمتنا</w:t>
      </w:r>
      <w:r w:rsidR="00F81B1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مختلف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مستويات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مواقعهم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ومسؤولياتهم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وأدوارهم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التحرري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F81B1E" w:rsidRPr="00CB3A46">
        <w:rPr>
          <w:rFonts w:ascii="Adobe Arabic" w:hAnsi="Adobe Arabic" w:cs="Adobe Arabic" w:hint="eastAsia"/>
          <w:sz w:val="32"/>
          <w:szCs w:val="32"/>
          <w:rtl/>
        </w:rPr>
        <w:t>تصور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بقتلهم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واستهدافهم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سيحققون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أهدافهم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القضاء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صادق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وجاد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وواع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أبناء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التحرري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والنهج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التحرري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لأمتنا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خاطئ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F81B1E" w:rsidRPr="00CB3A46">
        <w:rPr>
          <w:rFonts w:ascii="Adobe Arabic" w:hAnsi="Adobe Arabic" w:cs="Adobe Arabic" w:hint="eastAsia"/>
          <w:sz w:val="32"/>
          <w:szCs w:val="32"/>
          <w:rtl/>
        </w:rPr>
        <w:t>تصور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مسلكهم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والا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غت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يالات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تصور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فاشل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وخاطئ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44146CD" w14:textId="58D9D770" w:rsidR="00137C39" w:rsidRPr="00CB3A46" w:rsidRDefault="0046474A" w:rsidP="00137C3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ميزة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الشهداء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مواقعهم</w:t>
      </w:r>
      <w:r w:rsidR="00F81B1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مسؤولياتهم</w:t>
      </w:r>
      <w:r w:rsidR="00F81B1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والدور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يقومون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ويتحركون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به</w:t>
      </w:r>
      <w:r w:rsidR="00F81B1E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وكله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دور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مهم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شهيد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الحق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والقضايا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العادلة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لأمتنا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أهمية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ومنزل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عالية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وإسهامه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مهم</w:t>
      </w:r>
      <w:r w:rsidR="00F81B1E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وثمرة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جهده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وتضحياته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وجهاده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وإسهامه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ثمر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مهمة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وعظيمة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وملموسة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B5A27D4" w14:textId="00D91D2F" w:rsidR="00F03EFF" w:rsidRPr="00CB3A46" w:rsidRDefault="00F03EFF" w:rsidP="00137C3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و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لذلك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هناك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ميزة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كبيرة</w:t>
      </w:r>
      <w:r w:rsidR="0046474A"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للشهداء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ميزة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بدءا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إسهامهم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العملي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المباشر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قبل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الشهادة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تو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جوا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عطاءهم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عملهم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جهدهم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تو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جوه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بعطاء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الشهادة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ببدل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الروح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والنفس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والحياة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قضايا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عادلة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لخلاص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أمتهم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لإنقاذ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شعوبهم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للتصدي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للطغيان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والظلم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أيضاً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إسهامهم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المباشر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قبل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الشهادة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ثمر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ة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ونتائج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وآثار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تضحي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تهم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وأعمالهم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السابقة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وتضحياتهم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وجهدهم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السابق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وذلك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يبارك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الجهود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يبارك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التضحية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آثارها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نتائجها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يترتب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عليها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وينتج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عنها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هذا شيء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واضح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وملموس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46474A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474A" w:rsidRPr="00CB3A46">
        <w:rPr>
          <w:rFonts w:ascii="Adobe Arabic" w:hAnsi="Adobe Arabic" w:cs="Adobe Arabic" w:hint="eastAsia"/>
          <w:sz w:val="32"/>
          <w:szCs w:val="32"/>
          <w:rtl/>
        </w:rPr>
        <w:t>كبير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0062BB3D" w14:textId="7C4884EF" w:rsidR="0046474A" w:rsidRPr="00CB3A46" w:rsidRDefault="0046474A" w:rsidP="00F03EFF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</w:t>
      </w:r>
      <w:r w:rsidR="00C00D3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الميزة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المهمة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F03EFF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للشه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داء</w:t>
      </w:r>
      <w:r w:rsidR="00F03EFF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يبقون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خالدين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كنموذج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ملهم</w:t>
      </w:r>
      <w:r w:rsidR="00F03EFF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القدوة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والأسو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والحافز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والدافع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لغيرهم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للتحرك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حينما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A7FD0EF" w14:textId="77777777" w:rsidR="00137C39" w:rsidRPr="00CB3A46" w:rsidRDefault="0046474A" w:rsidP="00137C3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sz w:val="32"/>
          <w:szCs w:val="32"/>
          <w:rtl/>
        </w:rPr>
        <w:t>نتطلع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F03EFF" w:rsidRPr="00CB3A46">
        <w:rPr>
          <w:rFonts w:ascii="Adobe Arabic" w:hAnsi="Adobe Arabic" w:cs="Adobe Arabic" w:hint="eastAsia"/>
          <w:sz w:val="32"/>
          <w:szCs w:val="32"/>
          <w:rtl/>
        </w:rPr>
        <w:t>عليه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F03EFF" w:rsidRPr="00CB3A46">
        <w:rPr>
          <w:rFonts w:ascii="Adobe Arabic" w:hAnsi="Adobe Arabic" w:cs="Adobe Arabic" w:hint="eastAsia"/>
          <w:sz w:val="32"/>
          <w:szCs w:val="32"/>
          <w:rtl/>
        </w:rPr>
        <w:t>قي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ووفا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ء،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قدموه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جهد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ذ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لوه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تضحية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أهميته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وآثاره</w:t>
      </w:r>
      <w:r w:rsidR="00F03EFF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النموذج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الملهم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94ADB09" w14:textId="47C1D477" w:rsidR="00137C39" w:rsidRPr="00CB3A46" w:rsidRDefault="0046474A" w:rsidP="00137C3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إضافة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منزلتهم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العالية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عند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نالوه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وتحقق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ووصلوا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الفوز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العظيم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 xml:space="preserve">: </w:t>
      </w:r>
      <w:r w:rsidR="00137C39" w:rsidRPr="00CB3A46">
        <w:rPr>
          <w:rStyle w:val="Char"/>
          <w:rtl/>
        </w:rPr>
        <w:t>{</w:t>
      </w:r>
      <w:r w:rsidR="00137C39" w:rsidRPr="00CB3A46">
        <w:rPr>
          <w:rStyle w:val="Char"/>
          <w:rFonts w:hint="eastAsia"/>
          <w:rtl/>
        </w:rPr>
        <w:t>وَلَا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تَحْسَبَنَّ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الَّذِينَ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قُتِلُوا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فِي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سَبِيلِ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اللَّهِ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أَمْوَاتًا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بَلْ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أَحْيَاءٌ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عِنْدَ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رَبِّهِمْ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يُرْزَقُونَ</w:t>
      </w:r>
      <w:r w:rsidR="00137C39" w:rsidRPr="00CB3A46">
        <w:rPr>
          <w:rStyle w:val="Char"/>
          <w:rtl/>
        </w:rPr>
        <w:t>}</w:t>
      </w:r>
      <w:r w:rsidR="00137C39" w:rsidRPr="00CB3A46">
        <w:rPr>
          <w:rStyle w:val="Char0"/>
          <w:rtl/>
        </w:rPr>
        <w:t>[</w:t>
      </w:r>
      <w:r w:rsidR="00137C39" w:rsidRPr="00CB3A46">
        <w:rPr>
          <w:rStyle w:val="Char0"/>
          <w:rFonts w:hint="eastAsia"/>
          <w:rtl/>
        </w:rPr>
        <w:t>آل</w:t>
      </w:r>
      <w:r w:rsidR="00137C39" w:rsidRPr="00CB3A46">
        <w:rPr>
          <w:rStyle w:val="Char0"/>
          <w:rtl/>
        </w:rPr>
        <w:t xml:space="preserve"> </w:t>
      </w:r>
      <w:r w:rsidR="00137C39" w:rsidRPr="00CB3A46">
        <w:rPr>
          <w:rStyle w:val="Char0"/>
          <w:rFonts w:hint="eastAsia"/>
          <w:rtl/>
        </w:rPr>
        <w:t>عمران</w:t>
      </w:r>
      <w:r w:rsidR="00137C39" w:rsidRPr="00CB3A46">
        <w:rPr>
          <w:rStyle w:val="Char0"/>
          <w:rtl/>
        </w:rPr>
        <w:t xml:space="preserve">: </w:t>
      </w:r>
      <w:r w:rsidR="00137C39" w:rsidRPr="00CB3A46">
        <w:rPr>
          <w:rStyle w:val="Char0"/>
          <w:rFonts w:hint="cs"/>
          <w:rtl/>
        </w:rPr>
        <w:t>الآية</w:t>
      </w:r>
      <w:r w:rsidR="00137C39" w:rsidRPr="00CB3A46">
        <w:rPr>
          <w:rStyle w:val="Char0"/>
          <w:rtl/>
        </w:rPr>
        <w:t>169]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ربهم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يعنيه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منزل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عالي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ة،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ومقام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عظيم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ونعيم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وتكريم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فوق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تخيلنا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37C39" w:rsidRPr="00CB3A46">
        <w:rPr>
          <w:rStyle w:val="Char"/>
          <w:rtl/>
        </w:rPr>
        <w:t>{</w:t>
      </w:r>
      <w:r w:rsidR="00137C39" w:rsidRPr="00CB3A46">
        <w:rPr>
          <w:rStyle w:val="Char"/>
          <w:rFonts w:hint="eastAsia"/>
          <w:rtl/>
        </w:rPr>
        <w:t>فَرِحِينَ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بِمَا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آتَاهُمُ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اللَّهُ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مِنْ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فَضْلِهِ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وَيَسْتَبْشِرُونَ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بِالَّذِينَ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لَمْ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يَلْحَقُوا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بِهِمْ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مِنْ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خَلْفِهِمْ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أَلَّا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خَوْفٌ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عَلَيْهِمْ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وَلَا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هُمْ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يَحْزَنُونَ</w:t>
      </w:r>
      <w:r w:rsidR="00137C39" w:rsidRPr="00CB3A46">
        <w:rPr>
          <w:rStyle w:val="Char"/>
          <w:rFonts w:hint="cs"/>
          <w:rtl/>
        </w:rPr>
        <w:t xml:space="preserve"> (170)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يَسْتَبْشِرُونَ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بِنِعْمَةٍ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مِنَ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اللَّهِ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وَفَضْلٍ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وَأَنَّ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اللَّهَ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لَا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يُضِيعُ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أَجْرَ</w:t>
      </w:r>
      <w:r w:rsidR="00137C39" w:rsidRPr="00CB3A46">
        <w:rPr>
          <w:rStyle w:val="Char"/>
          <w:rtl/>
        </w:rPr>
        <w:t xml:space="preserve"> </w:t>
      </w:r>
      <w:r w:rsidR="00137C39" w:rsidRPr="00CB3A46">
        <w:rPr>
          <w:rStyle w:val="Char"/>
          <w:rFonts w:hint="eastAsia"/>
          <w:rtl/>
        </w:rPr>
        <w:t>الْمُؤْمِنِينَ</w:t>
      </w:r>
      <w:r w:rsidR="00137C39" w:rsidRPr="00CB3A46">
        <w:rPr>
          <w:rStyle w:val="Char"/>
          <w:rtl/>
        </w:rPr>
        <w:t>}</w:t>
      </w:r>
      <w:r w:rsidR="00137C39" w:rsidRPr="00CB3A46">
        <w:rPr>
          <w:rStyle w:val="Char0"/>
          <w:rtl/>
        </w:rPr>
        <w:t>[</w:t>
      </w:r>
      <w:r w:rsidR="00137C39" w:rsidRPr="00CB3A46">
        <w:rPr>
          <w:rStyle w:val="Char0"/>
          <w:rFonts w:hint="eastAsia"/>
          <w:rtl/>
        </w:rPr>
        <w:t>آل</w:t>
      </w:r>
      <w:r w:rsidR="00137C39" w:rsidRPr="00CB3A46">
        <w:rPr>
          <w:rStyle w:val="Char0"/>
          <w:rtl/>
        </w:rPr>
        <w:t xml:space="preserve"> </w:t>
      </w:r>
      <w:r w:rsidR="00137C39" w:rsidRPr="00CB3A46">
        <w:rPr>
          <w:rStyle w:val="Char0"/>
          <w:rFonts w:hint="eastAsia"/>
          <w:rtl/>
        </w:rPr>
        <w:t>عمران</w:t>
      </w:r>
      <w:r w:rsidR="00137C39" w:rsidRPr="00CB3A46">
        <w:rPr>
          <w:rStyle w:val="Char0"/>
          <w:rtl/>
        </w:rPr>
        <w:t>: 170</w:t>
      </w:r>
      <w:r w:rsidR="00137C39" w:rsidRPr="00CB3A46">
        <w:rPr>
          <w:rStyle w:val="Char0"/>
          <w:rFonts w:hint="cs"/>
          <w:rtl/>
        </w:rPr>
        <w:t>-171</w:t>
      </w:r>
      <w:r w:rsidR="00137C39" w:rsidRPr="00CB3A46">
        <w:rPr>
          <w:rStyle w:val="Char0"/>
          <w:rtl/>
        </w:rPr>
        <w:t>]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جزء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أجر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المؤمنين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الثمرة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والنتائج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ت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تحقق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لصالح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المقدسة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حملوها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المواقف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والقضايا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العادلة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وجزء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آخر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يتعلق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يمنحهم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تكريم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ونعيم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6B8220ED" w14:textId="77777777" w:rsidR="00137C39" w:rsidRPr="00CB3A46" w:rsidRDefault="0046474A" w:rsidP="00137C3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العزيز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المرحلة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الرسمي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والشعبي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مأساة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ومظلومية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فلسطين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شاهد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وواضح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ودامغ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فشل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تحقيق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أهدافهم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45F7" w:rsidRPr="00CB3A46">
        <w:rPr>
          <w:rFonts w:ascii="Adobe Arabic" w:hAnsi="Adobe Arabic" w:cs="Adobe Arabic" w:hint="eastAsia"/>
          <w:sz w:val="32"/>
          <w:szCs w:val="32"/>
          <w:rtl/>
        </w:rPr>
        <w:t>الصَّمَّاد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قبله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بعده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الشهداء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1316A7B" w14:textId="0BB8CA4A" w:rsidR="0046474A" w:rsidRPr="00CB3A46" w:rsidRDefault="0046474A" w:rsidP="00090F1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ميزة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لشعبنا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العزيز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ميزة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الرسمي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والشعبي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بلدنا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التكامل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الشامل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المجالات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مقدمة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="00137C3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العسكرية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تقصير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رهيب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كثير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أمتنا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سواء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العربي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غيره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المقابل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العسكري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البحرية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الأحمر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37C39" w:rsidRPr="00CB3A46">
        <w:rPr>
          <w:rFonts w:ascii="Adobe Arabic" w:hAnsi="Adobe Arabic" w:cs="Adobe Arabic" w:hint="eastAsia"/>
          <w:sz w:val="32"/>
          <w:szCs w:val="32"/>
          <w:rtl/>
        </w:rPr>
        <w:t>وم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ضيق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المندب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و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خليج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عدن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والبحر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العربي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ال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العسكري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فاعل</w:t>
      </w:r>
      <w:r w:rsidR="00137C3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ومؤثر</w:t>
      </w:r>
      <w:r w:rsidR="00860F58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="00860F58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ونأمل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يستوعب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الجميع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فاعلية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وتأثير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التحرك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7B48C2A8" w14:textId="77777777" w:rsidR="00090F19" w:rsidRPr="00CB3A46" w:rsidRDefault="0046474A" w:rsidP="00090F1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لقد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="0050018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سُبْحَانَهُ وَتَعَالَى</w:t>
      </w:r>
      <w:r w:rsidR="00500185" w:rsidRPr="00CB3A46">
        <w:rPr>
          <w:rFonts w:ascii="Adobe Arabic" w:hAnsi="Adobe Arabic" w:cs="Adobe Arabic"/>
          <w:b/>
          <w:bCs/>
          <w:sz w:val="32"/>
          <w:szCs w:val="32"/>
          <w:rtl/>
        </w:rPr>
        <w:t>"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بنصر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حقيقي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عملياته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البحرية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بتحقيق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هدف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جدّاً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وهو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عبور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وحركة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بإسرائيل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لقد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تحقق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الهدف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تام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الأسابيع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حالة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مرور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عبور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لسفينة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نعمة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ن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حقيقي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وإنجاز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التمكن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لحركة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وعبور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دليل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واضح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فاعلية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تأثير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العسكرية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لشعب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آثاره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ونتائجه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فقط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وضع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الرشراش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يسميها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بإيلات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)،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ُّ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التجارية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مينائها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يترتب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عوائد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أكبر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وضعه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الاقتصادي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عام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الإحصائيات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المعلومات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الأرقام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ثبت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الحقيقة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مسألة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واضحة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وملموسة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واعترف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وتحدث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الآخرون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أيضاً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629D905" w14:textId="0746A724" w:rsidR="00090F19" w:rsidRPr="00CB3A46" w:rsidRDefault="0046474A" w:rsidP="00090F1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لفاعلية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و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تأثير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الموقف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الذراع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الآخر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للصهيونية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للوب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اليهودي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الصهيوني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)،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أيضاً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ذراع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آخر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أذرعة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اخ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ط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و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اللوبي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اليهودي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الصهيوني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)،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عندما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ٌّ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منهما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كحركة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ح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مؤث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تأثير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استراتيجي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تأثير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حقيقي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قاموا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وورطوا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أنفسهم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ترتب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تبعات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تؤث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ضع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الاقتصاد</w:t>
      </w:r>
      <w:r w:rsidR="002E38D7" w:rsidRPr="00CB3A46">
        <w:rPr>
          <w:rFonts w:ascii="Adobe Arabic" w:hAnsi="Adobe Arabic" w:cs="Adobe Arabic" w:hint="cs"/>
          <w:sz w:val="32"/>
          <w:szCs w:val="32"/>
          <w:rtl/>
        </w:rPr>
        <w:t>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أيضاً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سفنهم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="00090F19" w:rsidRPr="00CB3A46">
        <w:rPr>
          <w:rFonts w:ascii="Adobe Arabic" w:hAnsi="Adobe Arabic" w:cs="Adobe Arabic" w:hint="eastAsia"/>
          <w:sz w:val="32"/>
          <w:szCs w:val="32"/>
          <w:rtl/>
        </w:rPr>
        <w:t>وبار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جاتهم</w:t>
      </w:r>
      <w:proofErr w:type="spellEnd"/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الحربية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أيضاً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تستهدف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منذ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بدء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عدوانهم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فأصبحوا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يعيشون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المشكلة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سفنهم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أصبحت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مستهدفة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الآثار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والنتائج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المترتبة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وضعهم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الاقتصادي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غيره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496C7DF5" w14:textId="77777777" w:rsidR="00235743" w:rsidRPr="00CB3A46" w:rsidRDefault="0046474A" w:rsidP="00235743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عندما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تحقق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الهدف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عبور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وحركة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بالرغم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وبالرغم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بذله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جهود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ومساع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وحربهم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وعدوانهم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الهدف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أساسا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ً؛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ففشلوا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فشلوا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بكلهم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يتمكن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عبور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سفنه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عبر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المندب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والبحر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الأحمر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تمكن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="00090F1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ففشلهم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جميعا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ونجاح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بلدنا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بفضل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تحقيق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هدفه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عبور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وحركة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الإسرائيلي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انتصار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عليهم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جميعا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ثلاثي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أمريكا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وإسرائيل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وبريطانيا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)،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فهذه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نعمة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كبيرة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انتصار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حقيقي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090F19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و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يدل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المدى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وصل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إليه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قدراته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العسكرية</w:t>
      </w:r>
      <w:r w:rsidR="009C5B5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تأثير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موقفه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</w:p>
    <w:p w14:paraId="087C7EB9" w14:textId="7B72768B" w:rsidR="00235743" w:rsidRPr="00CB3A46" w:rsidRDefault="0046474A" w:rsidP="002E38D7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طبعا</w:t>
      </w:r>
      <w:r w:rsidR="009C5B5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اعتراف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بفشلهم</w:t>
      </w:r>
      <w:r w:rsidR="009C5B5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أرفع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المستويات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لديهم</w:t>
      </w:r>
      <w:r w:rsidR="009C5B5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اعترف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بفشلهم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الإسرائيلية</w:t>
      </w:r>
      <w:r w:rsidR="009C5B5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="002E38D7" w:rsidRPr="00CB3A46">
        <w:rPr>
          <w:rFonts w:ascii="Adobe Arabic" w:hAnsi="Adobe Arabic" w:cs="Adobe Arabic" w:hint="cs"/>
          <w:sz w:val="32"/>
          <w:szCs w:val="32"/>
          <w:rtl/>
        </w:rPr>
        <w:t>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يعب</w:t>
      </w:r>
      <w:r w:rsidR="009C5B53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بدلا</w:t>
      </w:r>
      <w:r w:rsidR="00B7600D"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التعبير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الحقيقي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630A4" w:rsidRPr="00CB3A46">
        <w:rPr>
          <w:rFonts w:ascii="Adobe Arabic" w:hAnsi="Adobe Arabic" w:cs="Adobe Arabic" w:hint="cs"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4630A4" w:rsidRPr="00CB3A46">
        <w:rPr>
          <w:rFonts w:ascii="Adobe Arabic" w:hAnsi="Adobe Arabic" w:cs="Adobe Arabic" w:hint="cs"/>
          <w:sz w:val="32"/>
          <w:szCs w:val="32"/>
          <w:rtl/>
        </w:rPr>
        <w:t>ة)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4630A4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عام</w:t>
      </w:r>
      <w:r w:rsidR="004630A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تمكنوا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4630A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نفس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الوقت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ورّطوا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أنفسهم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و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يستطيعون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بالأمريكي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بالبريطاني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اعترف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38D7" w:rsidRPr="00CB3A46">
        <w:rPr>
          <w:rFonts w:ascii="Adobe Arabic" w:hAnsi="Adobe Arabic" w:cs="Adobe Arabic" w:hint="eastAsia"/>
          <w:sz w:val="32"/>
          <w:szCs w:val="32"/>
          <w:rtl/>
        </w:rPr>
        <w:t>رؤسا</w:t>
      </w:r>
      <w:r w:rsidR="002E38D7" w:rsidRPr="00CB3A46">
        <w:rPr>
          <w:rFonts w:ascii="Adobe Arabic" w:hAnsi="Adobe Arabic" w:cs="Adobe Arabic" w:hint="cs"/>
          <w:sz w:val="32"/>
          <w:szCs w:val="32"/>
          <w:rtl/>
        </w:rPr>
        <w:t>ؤ</w:t>
      </w:r>
      <w:r w:rsidR="002E38D7"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قادتهم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قادتهم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العسكريون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sz w:val="32"/>
          <w:szCs w:val="32"/>
          <w:rtl/>
        </w:rPr>
        <w:t>أيضاً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وقادتهم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السياسيون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اعترفوا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بفشلهم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انتصار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حقيقي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وكبير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ونحمد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ونشكره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</w:p>
    <w:p w14:paraId="59BB1458" w14:textId="77777777" w:rsidR="00E339F6" w:rsidRPr="00CB3A46" w:rsidRDefault="0046474A" w:rsidP="00235743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التحرك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لشعبنا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العزيز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مستوى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التعبئة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والجهوزية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العسكرية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بشكل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واسع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الوسط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الشعبي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مسار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غاية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الأهمية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يحسب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حساب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35743" w:rsidRPr="00CB3A46">
        <w:rPr>
          <w:rFonts w:ascii="Adobe Arabic" w:hAnsi="Adobe Arabic" w:cs="Adobe Arabic" w:hint="eastAsia"/>
          <w:sz w:val="32"/>
          <w:szCs w:val="32"/>
          <w:rtl/>
        </w:rPr>
        <w:t>المظاهرات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تترجم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الحضور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التأييد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نطاق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واسع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لأبناء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بمختلف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فئاته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وتياراته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3E150C1E" w14:textId="4A7DDE04" w:rsidR="00235743" w:rsidRPr="00CB3A46" w:rsidRDefault="0046474A" w:rsidP="00235743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الحضور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الواسع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35743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المظاهرات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والمسيرات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بشكل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مثيل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آخر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والاستمرار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فيه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بالرغم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ملل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الكثير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الناس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مختلف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البلدان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يبقى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صوتهم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ويبقى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فعلهم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ويبقى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حضورهم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ويستمر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اهتمامهم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لمساندة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الاستمرار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بزخم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كبير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C00D35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جدّاً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ل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العزيز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الصحيح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الوعي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الأخلاق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الإنسانية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بالمسؤولية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اعتباراتها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الإنسانية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والأخلاقية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والدينية</w:t>
      </w:r>
      <w:r w:rsidR="00235743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6279300" w14:textId="77777777" w:rsidR="00235743" w:rsidRPr="00CB3A46" w:rsidRDefault="0046474A" w:rsidP="00235743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استمراره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ارتكاب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جرائم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الإبادة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الجماعية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بشكل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يومي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بحق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وتحضيراته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حالياً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للعدوان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الشامل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والاجتياح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البري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لرفح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لابد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استمرارية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التحرك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الجاد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همجيته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ووحشيته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وإجرامه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وطغيانه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المظلوم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</w:p>
    <w:p w14:paraId="536504F8" w14:textId="77777777" w:rsidR="00BB31E4" w:rsidRPr="00CB3A46" w:rsidRDefault="0046474A" w:rsidP="00BB31E4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نحن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اليوم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اليوم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</w:t>
      </w:r>
      <w:r w:rsidR="00235743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ا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ئة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والثلاثين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منذ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بداية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غزة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الهمجي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الوحشي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الاعتداءات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الضفة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والقدس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وأنحاء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أخرى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فلسطين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مستمرة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تتوقف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BB31E4" w:rsidRPr="00CB3A46">
        <w:rPr>
          <w:rFonts w:ascii="Adobe Arabic" w:hAnsi="Adobe Arabic" w:cs="Adobe Arabic" w:hint="eastAsia"/>
          <w:sz w:val="32"/>
          <w:szCs w:val="32"/>
          <w:rtl/>
        </w:rPr>
        <w:t>شه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يوم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يفعله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إبادة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جم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ا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عية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وتدمير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شامل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مسبو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ق؛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لذلك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نحن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حريصون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واقع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انتمائنا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الإيماني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استشع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ارنا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للمسؤولية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ومشاعرنا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الإنسانية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وأخلاقنا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</w:t>
      </w:r>
      <w:r w:rsidR="00BB31E4"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قي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كشعب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يمني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نستمر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موقفنا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نتجه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التصعيد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التحرك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أكثر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وأكثر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وليس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بتراجع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ملل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فتور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</w:p>
    <w:p w14:paraId="02FF7D38" w14:textId="4F004268" w:rsidR="003E39F9" w:rsidRPr="00CB3A46" w:rsidRDefault="0046474A" w:rsidP="00853782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يستمر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الوحشية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والإجرام</w:t>
      </w:r>
      <w:r w:rsidR="00BB31E4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ويتباهى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جنوده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ومجنداته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نحن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شاهدنا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فيديوهات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ومجندات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إسرائيليات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BB31E4" w:rsidRPr="00CB3A46">
        <w:rPr>
          <w:rFonts w:ascii="Adobe Arabic" w:hAnsi="Adobe Arabic" w:cs="Adobe Arabic" w:hint="eastAsia"/>
          <w:sz w:val="32"/>
          <w:szCs w:val="32"/>
          <w:rtl/>
        </w:rPr>
        <w:t>يتباهين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BB31E4" w:rsidRPr="00CB3A46">
        <w:rPr>
          <w:rFonts w:ascii="Adobe Arabic" w:hAnsi="Adobe Arabic" w:cs="Adobe Arabic" w:hint="eastAsia"/>
          <w:sz w:val="32"/>
          <w:szCs w:val="32"/>
          <w:rtl/>
        </w:rPr>
        <w:t>ويفتخرن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بقتلهن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فلسطينيين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جنود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إسرائيليون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يتباهون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ويفتخرون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بقتلهم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شخص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بأنه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وكذا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يذكرون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بالأرقام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قتلوا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يقتلونهم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بدم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بارد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المواجهة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المجاهدون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lastRenderedPageBreak/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فلسطين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يتصدون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ويقاتلونه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ببسالة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منقطعة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النظير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ظروف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صعبة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للغاية</w:t>
      </w:r>
      <w:r w:rsidR="009A6720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="009A6720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ولكن</w:t>
      </w:r>
      <w:r w:rsidR="009A6720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الجنود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الإسرائيليين</w:t>
      </w:r>
      <w:r w:rsidR="009A6720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ال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مجندات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الإسرائيليات</w:t>
      </w:r>
      <w:r w:rsidR="009A6720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يفتخرون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بأنهم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يقتلون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المدنيين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ز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السلاح</w:t>
      </w:r>
      <w:r w:rsidR="00853782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="00853782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يقتلون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يقتلون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النساء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يقتلون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الأهالي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بدم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بارد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إعدامات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جماعية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يفتخرون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بواسطة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آلات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والتدمير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الشامل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القنابل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والصواريخ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تحدث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الدمار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الهائل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والقذا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ئ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والقنابل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والألماني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وغيرهم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يشاركون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ويس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ه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مباشر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الإبادة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الجماعية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="00BB31E4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يتباهون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ويفتخرون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بذلك</w:t>
      </w:r>
      <w:r w:rsidR="003E39F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وحشية</w:t>
      </w:r>
      <w:r w:rsidR="003E39F9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إجرام</w:t>
      </w:r>
      <w:r w:rsidR="003E39F9" w:rsidRPr="00CB3A4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5396784D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التح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ض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يرات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العدوانية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إمعان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الطغيان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الاستهداف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يتواجد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بحسب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الإحصائيات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المعلنة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قرابة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مليون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أ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ربعمائة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نازح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فلسطيني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ظروف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صعبة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ومعاناة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وتتعرض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للقصف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الجوي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والقتل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الاعتداءات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حصلت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بالأمس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وقبل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أمس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واليوم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 xml:space="preserve"> لكن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يفعل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شمال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قطاع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غ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زة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وسط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قطاع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غ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زة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إ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جماعية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وتدمير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شامل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وإجرام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رهيب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والمأساة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ستكون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أكبر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تكدس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الكبير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النازحين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يتجهون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يتجهوا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القطاع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مدم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محاصر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مستهدف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بالقصف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وضعية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صعبة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مسؤولية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الخطر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الكبير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مئات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الآلاف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أبناء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الأهالي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النازحين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مسؤولية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الإسلامي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المقد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المسلمين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مسؤولية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"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Pr="00CB3A46">
        <w:rPr>
          <w:rFonts w:ascii="Adobe Arabic" w:hAnsi="Adobe Arabic" w:cs="Adobe Arabic"/>
          <w:sz w:val="32"/>
          <w:szCs w:val="32"/>
          <w:rtl/>
        </w:rPr>
        <w:t>"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مسؤولية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دينية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ومسؤولية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إنسانية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ومسؤولية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الاعتبارات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الجميع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لمساندة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مظلوميته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استمرار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ظل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الخطوة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ينف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E92143D" w14:textId="6D9FB9B5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بالرغم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أسلوبه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المخادع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التصريحات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نسمعها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المسؤولين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الأمريكيين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لكن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شريك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شريك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شريك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بقنابل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ه،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بصواريخ</w:t>
      </w:r>
      <w:r w:rsidR="002E38D7" w:rsidRPr="00CB3A46">
        <w:rPr>
          <w:rFonts w:ascii="Adobe Arabic" w:hAnsi="Adobe Arabic" w:cs="Adobe Arabic" w:hint="cs"/>
          <w:sz w:val="32"/>
          <w:szCs w:val="32"/>
          <w:rtl/>
        </w:rPr>
        <w:t>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له،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بالإدارة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القتالية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يدير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يخطط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يشارك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إدارة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ترتكب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التحضير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لجريمة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ومذبحة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جماعية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طائرات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الاستطلاع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وطائرات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الاستطلاع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البريطاني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المقد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تحض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المسلسل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الدموي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ينف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تستطلع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الخطط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والمعلومات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وبالتأكيد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حضر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فلسطين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بالمشاركة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المباشرة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الضباط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والبريطانيين</w:t>
      </w:r>
      <w:r w:rsidR="00853782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إدارة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والتخطيط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وتقديم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الاستشارة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يشتغل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الملف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للتحضير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الخطوة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مشاركون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551F4213" w14:textId="2630C449" w:rsidR="00CA0F40" w:rsidRPr="00CB3A46" w:rsidRDefault="00CA0F40" w:rsidP="00846DE2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المقابل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الضمير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الإنساني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لأمتنا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الإسلامية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الإحساس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بالمسؤولية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قيم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الإسلام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الأخلاق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التعليمات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الإلهية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الملزمة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بالوقوف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المظلوم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جزء</w:t>
      </w:r>
      <w:r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="00846DE2"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="00846DE2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الجريمة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كبيرة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جدّاً</w:t>
      </w:r>
      <w:r w:rsidR="00846DE2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يرتكبها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بحق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وسكوت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دول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بأكملها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أبناء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أمتنا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وشعوب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بأكملها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وعدم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تحركهم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الجاد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اشتراك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بشكل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بآخر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الجريمة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وبالتالي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المسألة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غاية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الخطورة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</w:p>
    <w:p w14:paraId="2B36AB8B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ينبغي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تحرك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جاد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وموقف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واضح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وقوي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للجميع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البداية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الإسلامية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ال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العربية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جامعة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العربية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الدبلوماسي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ضعيف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للغاية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اعتبار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صدى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أثر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العربية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الجاد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الرسمي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أبدا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6B5FC8C3" w14:textId="37E6E376" w:rsidR="00CA0F40" w:rsidRPr="00CB3A46" w:rsidRDefault="00CA0F40" w:rsidP="002E38D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جمهورية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مصر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العربية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أيضا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أهمية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يتعلق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أولا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بحكم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اتفاقية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بينها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توجه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لتنفيذ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الخطوة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الأهالي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والنازحين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يخترق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الاتفاقية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يتجاوز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محور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فيلادلفيا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54A5D5CD" w14:textId="2FB0EF86" w:rsidR="00CA0F40" w:rsidRPr="00CB3A46" w:rsidRDefault="00CA0F40" w:rsidP="00846DE2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بالاعتبارات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الأخرى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اعتبارات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الجوار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اعتبارات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الانتماء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للإسلام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والعروبة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والجوار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...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الاعتبارات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بالنظر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المصلحة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القومية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القومي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المصري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المفترض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الأشقاء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مصر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جاد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جاد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يكترثوا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للضغوط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 xml:space="preserve">أن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يتحركوا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أقوى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الجميع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قوي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وليس</w:t>
      </w:r>
      <w:r w:rsidRPr="00CB3A46">
        <w:rPr>
          <w:rFonts w:ascii="Adobe Arabic" w:hAnsi="Adobe Arabic" w:cs="Adobe Arabic" w:hint="cs"/>
          <w:sz w:val="32"/>
          <w:szCs w:val="32"/>
          <w:rtl/>
        </w:rPr>
        <w:t>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وحدهم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العربية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ينبغي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واضح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الإسلامي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الإسلامي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المفترض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ع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ظافر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جهودها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لتضغط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أكبر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خطوات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وقرارات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ومواقف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فع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السياسي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الدب</w:t>
      </w:r>
      <w:r w:rsidRPr="00CB3A46">
        <w:rPr>
          <w:rFonts w:ascii="Adobe Arabic" w:hAnsi="Adobe Arabic" w:cs="Adobe Arabic" w:hint="cs"/>
          <w:sz w:val="32"/>
          <w:szCs w:val="32"/>
          <w:rtl/>
        </w:rPr>
        <w:t>لو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ماسي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الاقتصادي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خيارات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أوراق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ضغط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كثيرة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لكنها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تحتاج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مواقف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فع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ينقص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العربي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والإسلامي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لدى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الكثير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الأنظمة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والحكومات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وهي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تدج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تكبت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الشعبي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ورائها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قضية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خطيرة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79080823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المأساة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كبيرة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المظلومية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المخاطر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ويكبر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أيضا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التفريط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عندما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تغاض</w:t>
      </w:r>
      <w:r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بالشكل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المطلوب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القضية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خ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42D31C8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أيضا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الدولي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والمؤسسات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هي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مفضوحة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بمظلومية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ومأساة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مجلس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والبلدان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المتحدة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...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المنظمات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والمؤسسات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والدول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الجاد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نسمع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المواقف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الإيجابية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أيضا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الأوساط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والجاليات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بمظاهرات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يجب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يتصاعد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إ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المخاطر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الراهنة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14DBA44B" w14:textId="699E8C7D" w:rsidR="00CA0F40" w:rsidRPr="00CB3A46" w:rsidRDefault="00CA0F40" w:rsidP="005846A1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يمارس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جرائم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الإبادة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الجم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ا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بما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يمتلكه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حقد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جرائمه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تعب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مدى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حقده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إفلاسه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الرهيب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الإنسان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ي،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معظم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الشهدا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ء</w:t>
      </w:r>
      <w:r w:rsidR="002E38D7" w:rsidRPr="00CB3A46">
        <w:rPr>
          <w:rFonts w:ascii="Adobe Arabic" w:hAnsi="Adobe Arabic" w:cs="Adobe Arabic" w:hint="cs"/>
          <w:sz w:val="32"/>
          <w:szCs w:val="32"/>
          <w:rtl/>
        </w:rPr>
        <w:t xml:space="preserve"> 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الإحصائيات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الشهداء</w:t>
      </w:r>
      <w:r w:rsidR="00846DE2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أكثر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846A1" w:rsidRPr="00CB3A46">
        <w:rPr>
          <w:rFonts w:ascii="Adobe Arabic" w:hAnsi="Adobe Arabic" w:cs="Adobe Arabic" w:hint="cs"/>
          <w:sz w:val="32"/>
          <w:szCs w:val="32"/>
          <w:rtl/>
        </w:rPr>
        <w:t>اثني عشر</w:t>
      </w:r>
      <w:r w:rsidR="005846A1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 xml:space="preserve">يعني: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إجرام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رهيب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آلاف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الشهداء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ل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يأتي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846A1" w:rsidRPr="00CB3A46">
        <w:rPr>
          <w:rFonts w:ascii="Adobe Arabic" w:hAnsi="Adobe Arabic" w:cs="Adobe Arabic" w:hint="cs"/>
          <w:sz w:val="32"/>
          <w:szCs w:val="32"/>
          <w:rtl/>
        </w:rPr>
        <w:t>مائة وسبعة وعشرين</w:t>
      </w:r>
      <w:r w:rsidR="005846A1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يوما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="005846A1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يومين</w:t>
      </w:r>
      <w:r w:rsidR="005846A1"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ليتباهى</w:t>
      </w:r>
      <w:r w:rsidR="005846A1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وليفتخر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بأنه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بحسب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زعمه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حقق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إنجازا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التدمير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الشامل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أكثر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846A1" w:rsidRPr="00CB3A46">
        <w:rPr>
          <w:rFonts w:ascii="Adobe Arabic" w:hAnsi="Adobe Arabic" w:cs="Adobe Arabic" w:hint="cs"/>
          <w:sz w:val="32"/>
          <w:szCs w:val="32"/>
          <w:rtl/>
        </w:rPr>
        <w:t>اثني عشر</w:t>
      </w:r>
      <w:r w:rsidR="005846A1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ألف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طفل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الآ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عشرات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الآلاف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أبناء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والأهالي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والتدمير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الشامل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وتجويع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ليقول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بحسب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زعمه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</w:t>
      </w:r>
      <w:r w:rsidRPr="00CB3A46">
        <w:rPr>
          <w:rFonts w:ascii="Adobe Arabic" w:hAnsi="Adobe Arabic" w:cs="Adobe Arabic" w:hint="cs"/>
          <w:sz w:val="32"/>
          <w:szCs w:val="32"/>
          <w:rtl/>
        </w:rPr>
        <w:t>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إنجازا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باستعادة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أسيرين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ا-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بحسب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روايات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معلنة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المصادر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lastRenderedPageBreak/>
        <w:t>محتجزين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لدى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أسر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فلسطينية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يتباهى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ويقد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كإنجاز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عملاق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يتحدث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قادة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ويضخ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ويعتبرونها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خطوة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عملاقة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وتحولا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الموقف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...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وغير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سخافة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تعنيه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الكلمة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 xml:space="preserve"> سخافة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تعنيه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الكلمة</w:t>
      </w:r>
      <w:r w:rsidR="005846A1" w:rsidRPr="00CB3A46">
        <w:rPr>
          <w:rFonts w:ascii="Adobe Arabic" w:hAnsi="Adobe Arabic" w:cs="Adobe Arabic" w:hint="cs"/>
          <w:sz w:val="32"/>
          <w:szCs w:val="32"/>
          <w:rtl/>
        </w:rPr>
        <w:t>!</w:t>
      </w:r>
      <w:r w:rsidR="005846A1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93A9488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حققه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رصيد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هائل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الجرائم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رصيد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إجرامي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حققه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رصيد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إجرامي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بشع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مثيل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رصيد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إجرامي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يرتكبه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البث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المباشر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يشاهد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ظ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والرهيبة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جدّاً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67610397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الإنجازات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ليس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إنجازات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إنجازات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يجعل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المستشفيات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ومنها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مستشفى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ناصر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هدف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أساسي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عمليات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العسكرية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ويتقدم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إليه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ويعتبر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إنجازات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عسكرية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كبيرة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بالنسبة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يعتبرها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إنجازات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عسكرية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المستشفيات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وقتل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الكادر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الطبي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يعتبر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بالنسبة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إنجازات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عسكرية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حاقد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ودني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ء،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وخسيس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يرتكب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أبشع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الواضحة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باعتراف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الدنيا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ويرو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إنجازات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عسكرية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0FD39E10" w14:textId="197EDCA2" w:rsidR="00CA0F40" w:rsidRPr="00CB3A46" w:rsidRDefault="00CA0F40" w:rsidP="002E38D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يستمر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الوقاحة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لماذا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؟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قلنا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الكلمات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السابقة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يشاركه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يشاركه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الأساس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استمرار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الصهيوني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خطوة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إجرامية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مهما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بلغت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لاجتياح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يفعل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فعله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شمال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قطاع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غ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زة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وسط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قطاع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غ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زة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بالاستناد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حاول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يخادع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شعوب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العالم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بإطلاق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تصريحات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سخيفة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تعنيه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الكلمة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الدمار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الشامل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ق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والصواريخ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الضحايا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الكبيرة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بالأرقام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الهائلة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بالآلاف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قتلتهم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ق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وصواريخ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والتخطيط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والإس</w:t>
      </w:r>
      <w:r w:rsidRPr="00CB3A46">
        <w:rPr>
          <w:rFonts w:ascii="Adobe Arabic" w:hAnsi="Adobe Arabic" w:cs="Adobe Arabic" w:hint="cs"/>
          <w:sz w:val="32"/>
          <w:szCs w:val="32"/>
          <w:rtl/>
        </w:rPr>
        <w:t>ه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الإدارة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للإجرام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خلاله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شريكة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فع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بحق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كلاهما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شريكان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عدوانهما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سياق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الصهيوني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ودعم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ومشاركة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جبهة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اليمن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جبهة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مواجهة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إسنادا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E38D7" w:rsidRPr="00CB3A46">
        <w:rPr>
          <w:rFonts w:ascii="Adobe Arabic" w:hAnsi="Adobe Arabic" w:cs="Adobe Arabic" w:hint="cs"/>
          <w:sz w:val="32"/>
          <w:szCs w:val="32"/>
          <w:rtl/>
        </w:rPr>
        <w:t>الأمريكي</w:t>
      </w:r>
      <w:r w:rsidR="002E38D7"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فتح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جبهة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الجبهة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إسنادا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للإجرام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الصهيوني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والجبروت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والطغيان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تشارك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وبريطانيا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فإننا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سنواصل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نشاطنا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المساند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ونسعى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قلنا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يتصاعد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أكثر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وأكثر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المستويات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46375FF" w14:textId="2362A532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عملياتنا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البحر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الأحمر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ومضيق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باب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المندب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والمياه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</w:t>
      </w:r>
      <w:r w:rsidR="005846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طل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عليها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بلدنا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عمليات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مشروعة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عمليات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لإسناد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غزة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محاصر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يمنعون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الغذاء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والدواء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يموت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ونساء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وأهالي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الجوع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يقتات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أعلاف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الحيوانات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يأبى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ضميرنا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الإنسان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ي،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وانتماؤنا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الإيمان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ي،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وقيمنا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كرامتنا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وحريتنا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يأبى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نتفر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المأساة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الرهيبة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والهائلة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سكتنا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وتغاضينا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وتفر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وخضعنا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للتهديد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الإغراءات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مقابل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عملياتنا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شراكة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الجرم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شراكة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الجرم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36B29B98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سيواصل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عملياته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المساندة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طالما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استمر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والحصار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ومنع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الغذاء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والدواء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الأهالي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غزة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ستستمر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عملياتنا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نكترث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نتأثر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نتراجع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نتيجة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لأي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تصنيفات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أمريكية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</w:p>
    <w:p w14:paraId="7D07D588" w14:textId="32E2F5B1" w:rsidR="00CA0F40" w:rsidRPr="00CB3A46" w:rsidRDefault="00CA0F40" w:rsidP="002B14C8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أم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الإرهاب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وجذور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الإرهاب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ومنبع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الإرهاب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اللوب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اليهود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الصهيوني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وأذرعه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الثلاثة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ث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لاثي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الشر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5846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إسرائيل</w:t>
      </w:r>
      <w:r w:rsidR="005846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وأمريكا</w:t>
      </w:r>
      <w:r w:rsidR="005846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وبريطانيا</w:t>
      </w:r>
      <w:r w:rsidR="005846A1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)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الإرهاب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والإجرام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أبشع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صوره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يفتك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با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بالقنابل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والصواريخ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الإرهاب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الوحشي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تقتلهم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قنابل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وصواريخ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مئات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الآلاف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النازحين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يجو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عون</w:t>
      </w:r>
      <w:r w:rsidR="002B14C8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فيموت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بعضهم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الجوع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يتمك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آ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النوم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لصراخ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أطفالهم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وبكاء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أطفالهم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شدة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الجوع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الإرهاب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الوحشي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3097AEE7" w14:textId="1C88ACB6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أمريكا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ليست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مقام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تصن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الآخرين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وتطلق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التسميات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والأوصاف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لأنها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تنطبق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أوصاف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والإجرام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والطغيان،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بسياساتها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العدائية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وجرائمها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الفعلية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المشهودة</w:t>
      </w:r>
      <w:r w:rsidR="002B14C8"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الموث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قة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الواضحة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تستحق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أوصاف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والطغيان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والإجرام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مقابل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المواقف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يرعى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الطغيان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تؤث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التصنيفات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موقفنا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سنتصدى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أيضا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CB3A46">
        <w:rPr>
          <w:rFonts w:ascii="Adobe Arabic" w:hAnsi="Adobe Arabic" w:cs="Adobe Arabic" w:hint="eastAsia"/>
          <w:sz w:val="32"/>
          <w:szCs w:val="32"/>
          <w:rtl/>
        </w:rPr>
        <w:t>استهدافاتهم</w:t>
      </w:r>
      <w:proofErr w:type="spellEnd"/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لبلدنا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تفيدهم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شيئا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اعترفوا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بفشلهم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الأخير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سفنهم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بأنفسهم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صع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أكثر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خسروا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أكثر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Pr="00CB3A46">
        <w:rPr>
          <w:rFonts w:ascii="Adobe Arabic" w:hAnsi="Adobe Arabic" w:cs="Adobe Arabic" w:hint="cs"/>
          <w:sz w:val="32"/>
          <w:szCs w:val="32"/>
          <w:rtl/>
        </w:rPr>
        <w:t xml:space="preserve">داعيات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ونتائ</w:t>
      </w:r>
      <w:r w:rsidRPr="00CB3A46">
        <w:rPr>
          <w:rFonts w:ascii="Adobe Arabic" w:hAnsi="Adobe Arabic" w:cs="Adobe Arabic" w:hint="cs"/>
          <w:sz w:val="32"/>
          <w:szCs w:val="32"/>
          <w:rtl/>
        </w:rPr>
        <w:t>ج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وتبعات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أكثر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وأكثر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61DAE5B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الحل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الصحيح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لكيلا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يتوس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الصراع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المنطقة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إيقاف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الجرائم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إيصال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الغذاء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والدواء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مطلب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إنساني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محق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وعادل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الاعتبارات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بالقانون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بالحقوق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ا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وينها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حقوق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الإنسان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والطفل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مرأة...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أنواع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الحقوق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 xml:space="preserve">من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يحتاجه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الغذاء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والدواء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والاحتياجات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الإنسانية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لماذا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تمنعون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ذلك؟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لماذا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تحاربون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للحيلول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دون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وتوس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الصراع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لمنع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وصول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الغذاء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والدواء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أهل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غزة؟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أليس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الإجرام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والإرهاب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والطغيان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وإثارة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المشاكل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وتوسيع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الصراع</w:t>
      </w:r>
      <w:r w:rsidRPr="00CB3A46">
        <w:rPr>
          <w:rFonts w:ascii="Adobe Arabic" w:hAnsi="Adobe Arabic" w:cs="Adobe Arabic" w:hint="cs"/>
          <w:sz w:val="32"/>
          <w:szCs w:val="32"/>
          <w:rtl/>
        </w:rPr>
        <w:t>؟!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وبغير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حق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لكم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2C5B8352" w14:textId="686EBADF" w:rsidR="00CA0F40" w:rsidRPr="00CB3A46" w:rsidRDefault="00CA0F40" w:rsidP="002B14C8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نؤك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بمواصلة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أعمالنا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المساندة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أنشطتنا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الاتجاه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العسكرية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العمليات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الأنشطة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الواسعة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الواسع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نستطيع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CB3A46">
        <w:rPr>
          <w:rFonts w:ascii="Adobe Arabic" w:hAnsi="Adobe Arabic" w:cs="Adobe Arabic" w:hint="eastAsia"/>
          <w:sz w:val="32"/>
          <w:szCs w:val="32"/>
          <w:rtl/>
        </w:rPr>
        <w:t>نأل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و</w:t>
      </w:r>
      <w:proofErr w:type="spellEnd"/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جهداً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ونطمئن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الأخرى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منذ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اليوم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يحاول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يثير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القلق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ساط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ويحاول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يزيف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الحقيقة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الواضحة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يتعلق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بالعمليات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الحربية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فيحاول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يصو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يكذب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ويعرف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يكذب</w:t>
      </w:r>
      <w:r w:rsidR="002B14C8" w:rsidRPr="00CB3A46">
        <w:rPr>
          <w:rFonts w:ascii="Adobe Arabic" w:hAnsi="Adobe Arabic" w:cs="Adobe Arabic" w:hint="cs"/>
          <w:sz w:val="32"/>
          <w:szCs w:val="32"/>
          <w:rtl/>
        </w:rPr>
        <w:t xml:space="preserve">؛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نقول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لكل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بلدان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العالم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عدا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أمريكا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وبريطانيا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عدا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سفنكم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آمنة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جهتنا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اعبروا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المندب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والبحر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الأحمر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بسلام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آمنين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تقلقوا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جهتنا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خطر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عليكم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تقلقوا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موقفنا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واضح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تماماً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نحن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نستهدف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منهما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نفسه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بلدنا</w:t>
      </w:r>
      <w:r w:rsidR="002B14C8"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المرتبطة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أصبحت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سفنهم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مستهدفة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فقط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غير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السفن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بإمكانها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تعبر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بسلام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اعبروا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بسلام</w:t>
      </w:r>
      <w:r w:rsidR="002B14C8"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آمنين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جهتنا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</w:t>
      </w:r>
      <w:r w:rsidRPr="00CB3A46">
        <w:rPr>
          <w:rFonts w:ascii="Adobe Arabic" w:hAnsi="Adobe Arabic" w:cs="Adobe Arabic" w:hint="cs"/>
          <w:sz w:val="32"/>
          <w:szCs w:val="32"/>
          <w:rtl/>
        </w:rPr>
        <w:t>و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وا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مطمئنين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DC9B216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مصدر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القلق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والخطر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يسعى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لتحويل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ميدان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حرب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يؤث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ِّ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ويقلق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يريد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يجر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عليها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المشكلة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ينبغي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حذرة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الاستجابة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DC1D2E7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توجهاتنا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تصعيد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خطوات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عملية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أخرى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الاتجاه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والتصدي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لإسناد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البلدان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المصالح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لبقية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والدول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ليست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هدفا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لعملياتنا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لتصعيدنا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تردد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وسائل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الإعلام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نيتنا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الكابلات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المنطقة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كابلات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الإنترنت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)،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لدينا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للكابلات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الواصلة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المنطقة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نحن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توجهنا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واضح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التحرك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ثم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لأن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الأمريكي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والبريطاني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ور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طا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نفسيهما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إسناد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نحن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نتصدى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لهما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نية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لاستهداف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الكابلات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البحرية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تصل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بلدان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المنطقة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1FC4CAC0" w14:textId="7B03E263" w:rsidR="00CA0F40" w:rsidRPr="00CB3A46" w:rsidRDefault="00CA0F40" w:rsidP="006B1C5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مساعي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الأعداء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المستمرة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للتشويش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شعبنا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وبلدنا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التشويه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جزء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معركتهم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الإطار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عملاء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وأبواق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وسائل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إعلام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عربية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البعض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المرتزقة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جزء</w:t>
      </w:r>
      <w:r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أبواق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وأذرع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وأدوات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لهم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هم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كجزء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الإسناد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بالتشويه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لأي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مساند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التشويه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اليمن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 xml:space="preserve">التشويه لموقف حزب الله،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التشويه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لموقف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العراقي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والمجاهدين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العراق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التشويه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لكل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محور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المقاومة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جزء</w:t>
      </w:r>
      <w:r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معركة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إسناد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ضد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يساند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غزة</w:t>
      </w:r>
      <w:r w:rsidR="006B1C59" w:rsidRPr="00CB3A46">
        <w:rPr>
          <w:rFonts w:ascii="Adobe Arabic" w:hAnsi="Adobe Arabic" w:cs="Adobe Arabic" w:hint="cs"/>
          <w:sz w:val="32"/>
          <w:szCs w:val="32"/>
          <w:rtl/>
        </w:rPr>
        <w:t xml:space="preserve">؛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ينبغي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يكون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وعي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تجاه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الحقيقة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فالمسألة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بهذا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الوضوح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5BA2F1A1" w14:textId="77777777" w:rsidR="00CA0F40" w:rsidRPr="00CB3A46" w:rsidRDefault="00CA0F40" w:rsidP="00CA0F40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بالنسبة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نحن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كشعب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يمني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مسؤوليتنا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انطلاقا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هويتنا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الإيمانية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ثقافتنا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القرآنية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وأمانة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الشهداء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والشهيد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الص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"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ْ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ُ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الل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ِ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غش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اه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ُ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"،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الثبات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الموقف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؛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موقف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حق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والثبات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النهج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التحرري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والتمسك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بقضايا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أمتنا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رأسها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قضية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فلسطين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والمسجد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الأقصى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ولن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proofErr w:type="spellStart"/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نألو</w:t>
      </w:r>
      <w:proofErr w:type="spellEnd"/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جهدا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</w:p>
    <w:p w14:paraId="151C8B14" w14:textId="5F10E6F3" w:rsidR="00CA0F40" w:rsidRPr="00CB3A46" w:rsidRDefault="00CA0F40" w:rsidP="006B1C59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أمانة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أخرى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العنوان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رفعه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الشهيد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الرئيس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صالح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علي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الص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ماد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sz w:val="32"/>
          <w:szCs w:val="32"/>
          <w:rtl/>
        </w:rPr>
        <w:t>"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ح</w:t>
      </w:r>
      <w:r w:rsidRPr="00CB3A46">
        <w:rPr>
          <w:rFonts w:ascii="Adobe Arabic" w:hAnsi="Adobe Arabic" w:cs="Adobe Arabic" w:hint="cs"/>
          <w:sz w:val="32"/>
          <w:szCs w:val="32"/>
          <w:rtl/>
        </w:rPr>
        <w:t>ْ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ُ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ِ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ت</w:t>
      </w:r>
      <w:r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غش</w:t>
      </w:r>
      <w:r w:rsidRPr="00CB3A46">
        <w:rPr>
          <w:rFonts w:ascii="Adobe Arabic" w:hAnsi="Adobe Arabic" w:cs="Adobe Arabic" w:hint="cs"/>
          <w:sz w:val="32"/>
          <w:szCs w:val="32"/>
          <w:rtl/>
        </w:rPr>
        <w:t>َ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اه</w:t>
      </w:r>
      <w:r w:rsidRPr="00CB3A46">
        <w:rPr>
          <w:rFonts w:ascii="Adobe Arabic" w:hAnsi="Adobe Arabic" w:cs="Adobe Arabic" w:hint="cs"/>
          <w:sz w:val="32"/>
          <w:szCs w:val="32"/>
          <w:rtl/>
        </w:rPr>
        <w:t>ُ"،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عنوان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(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يد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تحمي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وي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دٌ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تبني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)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أمانة</w:t>
      </w:r>
      <w:r w:rsidRPr="00CB3A46">
        <w:rPr>
          <w:rFonts w:ascii="Adobe Arabic" w:hAnsi="Adobe Arabic" w:cs="Adobe Arabic" w:hint="cs"/>
          <w:sz w:val="32"/>
          <w:szCs w:val="32"/>
          <w:rtl/>
        </w:rPr>
        <w:t>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أعناق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مسؤول</w:t>
      </w:r>
      <w:r w:rsidRPr="00CB3A46">
        <w:rPr>
          <w:rFonts w:ascii="Adobe Arabic" w:hAnsi="Adobe Arabic" w:cs="Adobe Arabic" w:hint="cs"/>
          <w:sz w:val="32"/>
          <w:szCs w:val="32"/>
          <w:rtl/>
        </w:rPr>
        <w:t>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الدولة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وأحرار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البلد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،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ولابد</w:t>
      </w:r>
      <w:r w:rsidRPr="00CB3A46">
        <w:rPr>
          <w:rFonts w:ascii="Adobe Arabic" w:hAnsi="Adobe Arabic" w:cs="Adobe Arabic" w:hint="cs"/>
          <w:sz w:val="32"/>
          <w:szCs w:val="32"/>
          <w:rtl/>
        </w:rPr>
        <w:t>َّ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للجميع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يتحرك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sz w:val="32"/>
          <w:szCs w:val="32"/>
          <w:rtl/>
        </w:rPr>
        <w:t>السياق</w:t>
      </w:r>
      <w:r w:rsidRPr="00CB3A46">
        <w:rPr>
          <w:rFonts w:ascii="Adobe Arabic" w:hAnsi="Adobe Arabic" w:cs="Adobe Arabic" w:hint="cs"/>
          <w:sz w:val="32"/>
          <w:szCs w:val="32"/>
          <w:rtl/>
        </w:rPr>
        <w:t>.</w:t>
      </w:r>
      <w:r w:rsidRPr="00CB3A46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03102CBA" w14:textId="77777777" w:rsidR="00CA0F40" w:rsidRPr="00CB3A46" w:rsidRDefault="00CA0F40" w:rsidP="00CA0F40">
      <w:pPr>
        <w:spacing w:line="360" w:lineRule="auto"/>
        <w:jc w:val="center"/>
        <w:rPr>
          <w:rFonts w:ascii="Adobe Arabic" w:hAnsi="Adobe Arabic" w:cs="Adobe Arabic"/>
          <w:b/>
          <w:bCs/>
          <w:sz w:val="32"/>
          <w:szCs w:val="32"/>
          <w:rtl/>
        </w:rPr>
      </w:pP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على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موعد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معكم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إن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شاء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-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يوم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الخميس</w:t>
      </w:r>
      <w:r w:rsidRPr="00CB3A4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B3A46">
        <w:rPr>
          <w:rFonts w:ascii="Adobe Arabic" w:hAnsi="Adobe Arabic" w:cs="Adobe Arabic" w:hint="eastAsia"/>
          <w:b/>
          <w:bCs/>
          <w:sz w:val="32"/>
          <w:szCs w:val="32"/>
          <w:rtl/>
        </w:rPr>
        <w:t>القادم</w:t>
      </w:r>
      <w:r w:rsidRPr="00CB3A46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</w:p>
    <w:p w14:paraId="05DC1D83" w14:textId="0918EA6C" w:rsidR="006B1C59" w:rsidRPr="00CB3A46" w:rsidRDefault="00CA0F40" w:rsidP="00413935">
      <w:pPr>
        <w:pStyle w:val="ac"/>
        <w:shd w:val="clear" w:color="auto" w:fill="FFFFFF"/>
        <w:bidi/>
        <w:spacing w:before="0" w:beforeAutospacing="0" w:after="255" w:afterAutospacing="0" w:line="276" w:lineRule="auto"/>
        <w:jc w:val="center"/>
        <w:rPr>
          <w:rFonts w:ascii="Adobe Arabic" w:hAnsi="Adobe Arabic" w:cs="Amiri Quran"/>
          <w:b/>
          <w:bCs/>
          <w:sz w:val="30"/>
          <w:szCs w:val="30"/>
        </w:rPr>
      </w:pP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س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أل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ُ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الل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ه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"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سُبْحَانَهُ وَتَعَالَى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"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أ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ي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ت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غ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م</w:t>
      </w:r>
      <w:r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د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الش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ه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يد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الر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ئيس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ص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ال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ح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ع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ل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ي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الص</w:t>
      </w:r>
      <w:r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م</w:t>
      </w:r>
      <w:r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اد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ب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و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اس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ع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ر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ح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م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ت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ه</w:t>
      </w:r>
      <w:r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،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و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أ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ي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ر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ف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ع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د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ر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ج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ات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Pr="00CB3A46">
        <w:rPr>
          <w:rFonts w:ascii="Adobe Arabic" w:hAnsi="Adobe Arabic" w:cs="Amiri Quran" w:hint="eastAsia"/>
          <w:b/>
          <w:bCs/>
          <w:sz w:val="30"/>
          <w:szCs w:val="30"/>
          <w:rtl/>
        </w:rPr>
        <w:t>ه</w:t>
      </w:r>
      <w:r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،</w:t>
      </w:r>
      <w:r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وَ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أ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ي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ر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ح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م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ش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ُ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ه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د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اء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ا الأ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بر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ار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 xml:space="preserve"> جَمِيعاً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، و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أ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ي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ش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ف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ي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ج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ر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ح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ان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ا، و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 xml:space="preserve">َأَنْ 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ي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ُ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ف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رِّج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ع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ْ أسرَانَا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،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 xml:space="preserve"> وَأَنْ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 xml:space="preserve">يَنْصُرَنَا بِنَصرِه، 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إ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ن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ه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ُ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س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م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ِ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يع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ُ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 الد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ُّ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>ع</w:t>
      </w:r>
      <w:r w:rsidR="006B1C59" w:rsidRPr="00CB3A46">
        <w:rPr>
          <w:rFonts w:ascii="Adobe Arabic" w:hAnsi="Adobe Arabic" w:cs="Amiri Quran" w:hint="cs"/>
          <w:b/>
          <w:bCs/>
          <w:sz w:val="30"/>
          <w:szCs w:val="30"/>
          <w:rtl/>
        </w:rPr>
        <w:t>َ</w:t>
      </w:r>
      <w:r w:rsidR="006B1C59" w:rsidRPr="00CB3A46">
        <w:rPr>
          <w:rFonts w:ascii="Adobe Arabic" w:hAnsi="Adobe Arabic" w:cs="Amiri Quran"/>
          <w:b/>
          <w:bCs/>
          <w:sz w:val="30"/>
          <w:szCs w:val="30"/>
          <w:rtl/>
        </w:rPr>
        <w:t xml:space="preserve">اء. </w:t>
      </w:r>
    </w:p>
    <w:p w14:paraId="122039B3" w14:textId="64AB6D8A" w:rsidR="00AF2A49" w:rsidRPr="00CA0F40" w:rsidRDefault="006B1C59" w:rsidP="006B1C59">
      <w:pPr>
        <w:jc w:val="center"/>
        <w:rPr>
          <w:rFonts w:ascii="Adobe Arabic" w:hAnsi="Adobe Arabic" w:cs="Amiri Quran"/>
          <w:sz w:val="32"/>
          <w:szCs w:val="32"/>
          <w:rtl/>
        </w:rPr>
      </w:pPr>
      <w:r w:rsidRPr="00CB3A46">
        <w:rPr>
          <w:rFonts w:ascii="Adobe Arabic" w:hAnsi="Adobe Arabic" w:cs="Amiri Quran" w:hint="cs"/>
          <w:b/>
          <w:bCs/>
          <w:sz w:val="32"/>
          <w:szCs w:val="32"/>
          <w:rtl/>
        </w:rPr>
        <w:t>وَ</w:t>
      </w:r>
      <w:r w:rsidRPr="00CB3A46">
        <w:rPr>
          <w:rFonts w:ascii="Adobe Arabic" w:hAnsi="Adobe Arabic" w:cs="Amiri Quran"/>
          <w:b/>
          <w:bCs/>
          <w:sz w:val="32"/>
          <w:szCs w:val="32"/>
          <w:rtl/>
        </w:rPr>
        <w:t>الس</w:t>
      </w:r>
      <w:r w:rsidRPr="00CB3A46">
        <w:rPr>
          <w:rFonts w:ascii="Adobe Arabic" w:hAnsi="Adobe Arabic" w:cs="Amiri Quran" w:hint="cs"/>
          <w:b/>
          <w:bCs/>
          <w:sz w:val="32"/>
          <w:szCs w:val="32"/>
          <w:rtl/>
        </w:rPr>
        <w:t>َّ</w:t>
      </w:r>
      <w:r w:rsidRPr="00CB3A46">
        <w:rPr>
          <w:rFonts w:ascii="Adobe Arabic" w:hAnsi="Adobe Arabic" w:cs="Amiri Quran"/>
          <w:b/>
          <w:bCs/>
          <w:sz w:val="32"/>
          <w:szCs w:val="32"/>
          <w:rtl/>
        </w:rPr>
        <w:t xml:space="preserve">ـلَامُ </w:t>
      </w:r>
      <w:r w:rsidR="00CA0F40" w:rsidRPr="00CB3A46">
        <w:rPr>
          <w:rFonts w:ascii="Adobe Arabic" w:hAnsi="Adobe Arabic" w:cs="Amiri Quran"/>
          <w:b/>
          <w:bCs/>
          <w:sz w:val="32"/>
          <w:szCs w:val="32"/>
          <w:rtl/>
        </w:rPr>
        <w:t>عَلَيْكُمْ وَرَحْمَةُ الل</w:t>
      </w:r>
      <w:r w:rsidRPr="00CB3A46">
        <w:rPr>
          <w:rFonts w:ascii="Adobe Arabic" w:hAnsi="Adobe Arabic" w:cs="Amiri Quran" w:hint="cs"/>
          <w:b/>
          <w:bCs/>
          <w:sz w:val="32"/>
          <w:szCs w:val="32"/>
          <w:rtl/>
        </w:rPr>
        <w:t>َّ</w:t>
      </w:r>
      <w:r w:rsidR="00CA0F40" w:rsidRPr="00CB3A46">
        <w:rPr>
          <w:rFonts w:ascii="Adobe Arabic" w:hAnsi="Adobe Arabic" w:cs="Amiri Quran"/>
          <w:b/>
          <w:bCs/>
          <w:sz w:val="32"/>
          <w:szCs w:val="32"/>
          <w:rtl/>
        </w:rPr>
        <w:t xml:space="preserve">هِ </w:t>
      </w:r>
      <w:proofErr w:type="gramStart"/>
      <w:r w:rsidR="00CA0F40" w:rsidRPr="00CB3A46">
        <w:rPr>
          <w:rFonts w:ascii="Adobe Arabic" w:hAnsi="Adobe Arabic" w:cs="Amiri Quran"/>
          <w:b/>
          <w:bCs/>
          <w:sz w:val="32"/>
          <w:szCs w:val="32"/>
          <w:rtl/>
        </w:rPr>
        <w:t>وَبَرَكَاتُهُ؛؛؛</w:t>
      </w:r>
      <w:proofErr w:type="gramEnd"/>
    </w:p>
    <w:sectPr w:rsidR="00AF2A49" w:rsidRPr="00CA0F40" w:rsidSect="003949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dobe Arabic">
    <w:altName w:val="Times New Roman"/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HurraTxtBold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miri Quran">
    <w:panose1 w:val="00000500000000000000"/>
    <w:charset w:val="B2"/>
    <w:family w:val="auto"/>
    <w:pitch w:val="variable"/>
    <w:sig w:usb0="80002043" w:usb1="80002000" w:usb2="00000000" w:usb3="00000000" w:csb0="00000040" w:csb1="00000000"/>
  </w:font>
  <w:font w:name="Amiri">
    <w:altName w:val="Arial"/>
    <w:panose1 w:val="00000500000000000000"/>
    <w:charset w:val="B2"/>
    <w:family w:val="auto"/>
    <w:pitch w:val="variable"/>
    <w:sig w:usb0="00002007" w:usb1="00000000" w:usb2="00000000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27056"/>
    <w:multiLevelType w:val="hybridMultilevel"/>
    <w:tmpl w:val="21808AAC"/>
    <w:lvl w:ilvl="0" w:tplc="165403E0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C16DB"/>
    <w:multiLevelType w:val="hybridMultilevel"/>
    <w:tmpl w:val="E16C72DC"/>
    <w:lvl w:ilvl="0" w:tplc="03508E6A">
      <w:numFmt w:val="bullet"/>
      <w:lvlText w:val=""/>
      <w:lvlJc w:val="left"/>
      <w:pPr>
        <w:ind w:left="360" w:hanging="360"/>
      </w:pPr>
      <w:rPr>
        <w:rFonts w:ascii="Symbol" w:eastAsia="Times New Roman" w:hAnsi="Symbol" w:cs="Adobe Arabic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C06EE0"/>
    <w:multiLevelType w:val="hybridMultilevel"/>
    <w:tmpl w:val="2F785874"/>
    <w:lvl w:ilvl="0" w:tplc="0B0E704A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986056">
    <w:abstractNumId w:val="2"/>
  </w:num>
  <w:num w:numId="2" w16cid:durableId="1844129580">
    <w:abstractNumId w:val="1"/>
  </w:num>
  <w:num w:numId="3" w16cid:durableId="2116047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5F4"/>
    <w:rsid w:val="000059C6"/>
    <w:rsid w:val="000342CD"/>
    <w:rsid w:val="00036D5E"/>
    <w:rsid w:val="000376CA"/>
    <w:rsid w:val="000416E0"/>
    <w:rsid w:val="000533C0"/>
    <w:rsid w:val="00072535"/>
    <w:rsid w:val="00090F19"/>
    <w:rsid w:val="000B781D"/>
    <w:rsid w:val="000C7AF5"/>
    <w:rsid w:val="000E135D"/>
    <w:rsid w:val="000E1EA8"/>
    <w:rsid w:val="00100B79"/>
    <w:rsid w:val="0011148F"/>
    <w:rsid w:val="00120A76"/>
    <w:rsid w:val="00125998"/>
    <w:rsid w:val="001327AB"/>
    <w:rsid w:val="00137C39"/>
    <w:rsid w:val="00151612"/>
    <w:rsid w:val="00154FAC"/>
    <w:rsid w:val="00156A06"/>
    <w:rsid w:val="001632A1"/>
    <w:rsid w:val="001871B1"/>
    <w:rsid w:val="001A333E"/>
    <w:rsid w:val="001A5F7E"/>
    <w:rsid w:val="001A7FC2"/>
    <w:rsid w:val="001D19D9"/>
    <w:rsid w:val="001D60FD"/>
    <w:rsid w:val="001E6873"/>
    <w:rsid w:val="001F0C19"/>
    <w:rsid w:val="001F5BC4"/>
    <w:rsid w:val="00210E6B"/>
    <w:rsid w:val="00211643"/>
    <w:rsid w:val="002259C4"/>
    <w:rsid w:val="00226216"/>
    <w:rsid w:val="00235743"/>
    <w:rsid w:val="00254801"/>
    <w:rsid w:val="00257941"/>
    <w:rsid w:val="00265B8B"/>
    <w:rsid w:val="0028095D"/>
    <w:rsid w:val="002A2368"/>
    <w:rsid w:val="002B14C8"/>
    <w:rsid w:val="002C4399"/>
    <w:rsid w:val="002D03E1"/>
    <w:rsid w:val="002D2C77"/>
    <w:rsid w:val="002D573A"/>
    <w:rsid w:val="002D784A"/>
    <w:rsid w:val="002E28F5"/>
    <w:rsid w:val="002E38D7"/>
    <w:rsid w:val="002E45F7"/>
    <w:rsid w:val="003023C9"/>
    <w:rsid w:val="003046D5"/>
    <w:rsid w:val="00305847"/>
    <w:rsid w:val="00313079"/>
    <w:rsid w:val="0032420C"/>
    <w:rsid w:val="003255C3"/>
    <w:rsid w:val="00330400"/>
    <w:rsid w:val="003370B8"/>
    <w:rsid w:val="00346135"/>
    <w:rsid w:val="003610DE"/>
    <w:rsid w:val="00363E66"/>
    <w:rsid w:val="00366240"/>
    <w:rsid w:val="00382100"/>
    <w:rsid w:val="00394324"/>
    <w:rsid w:val="00394916"/>
    <w:rsid w:val="003A47D5"/>
    <w:rsid w:val="003A7D77"/>
    <w:rsid w:val="003B2641"/>
    <w:rsid w:val="003B3C9D"/>
    <w:rsid w:val="003D11C8"/>
    <w:rsid w:val="003D168E"/>
    <w:rsid w:val="003D4FB1"/>
    <w:rsid w:val="003E39F9"/>
    <w:rsid w:val="004041B5"/>
    <w:rsid w:val="004121EC"/>
    <w:rsid w:val="00413935"/>
    <w:rsid w:val="00415C35"/>
    <w:rsid w:val="004164CE"/>
    <w:rsid w:val="004244E3"/>
    <w:rsid w:val="00434C00"/>
    <w:rsid w:val="0044560B"/>
    <w:rsid w:val="004513A5"/>
    <w:rsid w:val="00453809"/>
    <w:rsid w:val="00460034"/>
    <w:rsid w:val="004630A4"/>
    <w:rsid w:val="0046474A"/>
    <w:rsid w:val="00471DCB"/>
    <w:rsid w:val="00480A57"/>
    <w:rsid w:val="00480CD9"/>
    <w:rsid w:val="00482969"/>
    <w:rsid w:val="00494DB8"/>
    <w:rsid w:val="004B1714"/>
    <w:rsid w:val="004B441A"/>
    <w:rsid w:val="004D12ED"/>
    <w:rsid w:val="004D6D1E"/>
    <w:rsid w:val="004E475E"/>
    <w:rsid w:val="004E5A3F"/>
    <w:rsid w:val="00500185"/>
    <w:rsid w:val="005017B4"/>
    <w:rsid w:val="00502661"/>
    <w:rsid w:val="00533750"/>
    <w:rsid w:val="00537D6E"/>
    <w:rsid w:val="00544C24"/>
    <w:rsid w:val="005462D0"/>
    <w:rsid w:val="00556404"/>
    <w:rsid w:val="00556581"/>
    <w:rsid w:val="00563DD1"/>
    <w:rsid w:val="00580094"/>
    <w:rsid w:val="005834E2"/>
    <w:rsid w:val="005844A4"/>
    <w:rsid w:val="005846A1"/>
    <w:rsid w:val="00585A1E"/>
    <w:rsid w:val="00593267"/>
    <w:rsid w:val="0059351B"/>
    <w:rsid w:val="00596D81"/>
    <w:rsid w:val="005B082C"/>
    <w:rsid w:val="005B38A9"/>
    <w:rsid w:val="005B6FC0"/>
    <w:rsid w:val="005D18CF"/>
    <w:rsid w:val="005E30D6"/>
    <w:rsid w:val="005E34C5"/>
    <w:rsid w:val="00641AFA"/>
    <w:rsid w:val="00655394"/>
    <w:rsid w:val="00655F38"/>
    <w:rsid w:val="00660BF3"/>
    <w:rsid w:val="006671E9"/>
    <w:rsid w:val="0067657A"/>
    <w:rsid w:val="00680F6B"/>
    <w:rsid w:val="006859AB"/>
    <w:rsid w:val="00692CD7"/>
    <w:rsid w:val="006971B3"/>
    <w:rsid w:val="006A0012"/>
    <w:rsid w:val="006B1C59"/>
    <w:rsid w:val="006B3DFA"/>
    <w:rsid w:val="006C22A6"/>
    <w:rsid w:val="006C301C"/>
    <w:rsid w:val="006D2A6E"/>
    <w:rsid w:val="006D378F"/>
    <w:rsid w:val="006D46D5"/>
    <w:rsid w:val="006F569D"/>
    <w:rsid w:val="0070306E"/>
    <w:rsid w:val="007145E8"/>
    <w:rsid w:val="0071742B"/>
    <w:rsid w:val="00733204"/>
    <w:rsid w:val="007349CD"/>
    <w:rsid w:val="0073702F"/>
    <w:rsid w:val="0074172B"/>
    <w:rsid w:val="00744208"/>
    <w:rsid w:val="0075120D"/>
    <w:rsid w:val="00755062"/>
    <w:rsid w:val="0078697B"/>
    <w:rsid w:val="00791333"/>
    <w:rsid w:val="007A1A97"/>
    <w:rsid w:val="007A5D18"/>
    <w:rsid w:val="007A7332"/>
    <w:rsid w:val="007B7650"/>
    <w:rsid w:val="007B78A6"/>
    <w:rsid w:val="007B7FB9"/>
    <w:rsid w:val="007C351F"/>
    <w:rsid w:val="007C6B2E"/>
    <w:rsid w:val="007D1E92"/>
    <w:rsid w:val="007D304A"/>
    <w:rsid w:val="007D509C"/>
    <w:rsid w:val="007E3F01"/>
    <w:rsid w:val="007E7E74"/>
    <w:rsid w:val="007F5053"/>
    <w:rsid w:val="00821A3E"/>
    <w:rsid w:val="00826B39"/>
    <w:rsid w:val="00836AAF"/>
    <w:rsid w:val="00840595"/>
    <w:rsid w:val="00845272"/>
    <w:rsid w:val="00846DE2"/>
    <w:rsid w:val="00847AA2"/>
    <w:rsid w:val="008511D4"/>
    <w:rsid w:val="00853782"/>
    <w:rsid w:val="00860F58"/>
    <w:rsid w:val="00864AAF"/>
    <w:rsid w:val="008844D7"/>
    <w:rsid w:val="00884617"/>
    <w:rsid w:val="008902AF"/>
    <w:rsid w:val="00895EF8"/>
    <w:rsid w:val="008B1BFD"/>
    <w:rsid w:val="008B51BB"/>
    <w:rsid w:val="008C0C39"/>
    <w:rsid w:val="008C6915"/>
    <w:rsid w:val="008E2E68"/>
    <w:rsid w:val="00911B87"/>
    <w:rsid w:val="00920F22"/>
    <w:rsid w:val="009227A3"/>
    <w:rsid w:val="00925302"/>
    <w:rsid w:val="009263F9"/>
    <w:rsid w:val="00940CE4"/>
    <w:rsid w:val="00941118"/>
    <w:rsid w:val="00942729"/>
    <w:rsid w:val="0095406E"/>
    <w:rsid w:val="00961748"/>
    <w:rsid w:val="009760D3"/>
    <w:rsid w:val="009820B4"/>
    <w:rsid w:val="00990EED"/>
    <w:rsid w:val="009915F4"/>
    <w:rsid w:val="00991B5B"/>
    <w:rsid w:val="00994765"/>
    <w:rsid w:val="009A06D0"/>
    <w:rsid w:val="009A6720"/>
    <w:rsid w:val="009B6920"/>
    <w:rsid w:val="009C28DC"/>
    <w:rsid w:val="009C5B53"/>
    <w:rsid w:val="009E38D9"/>
    <w:rsid w:val="009E7735"/>
    <w:rsid w:val="009F5950"/>
    <w:rsid w:val="009F5F02"/>
    <w:rsid w:val="00A03A31"/>
    <w:rsid w:val="00A04085"/>
    <w:rsid w:val="00A20AC2"/>
    <w:rsid w:val="00A21FFE"/>
    <w:rsid w:val="00A34CDB"/>
    <w:rsid w:val="00A44BD4"/>
    <w:rsid w:val="00A45CFA"/>
    <w:rsid w:val="00A72ADF"/>
    <w:rsid w:val="00A7683E"/>
    <w:rsid w:val="00A7696F"/>
    <w:rsid w:val="00A76C04"/>
    <w:rsid w:val="00A8197C"/>
    <w:rsid w:val="00AC4095"/>
    <w:rsid w:val="00AC4536"/>
    <w:rsid w:val="00AC6069"/>
    <w:rsid w:val="00AD4889"/>
    <w:rsid w:val="00AE0DE4"/>
    <w:rsid w:val="00AF2A49"/>
    <w:rsid w:val="00B078C6"/>
    <w:rsid w:val="00B141D9"/>
    <w:rsid w:val="00B14F96"/>
    <w:rsid w:val="00B302BB"/>
    <w:rsid w:val="00B431B1"/>
    <w:rsid w:val="00B464C2"/>
    <w:rsid w:val="00B54961"/>
    <w:rsid w:val="00B55629"/>
    <w:rsid w:val="00B7370B"/>
    <w:rsid w:val="00B7600D"/>
    <w:rsid w:val="00BA11A1"/>
    <w:rsid w:val="00BB31E4"/>
    <w:rsid w:val="00BD71A1"/>
    <w:rsid w:val="00BE517D"/>
    <w:rsid w:val="00BE742B"/>
    <w:rsid w:val="00BE7F64"/>
    <w:rsid w:val="00BF12E4"/>
    <w:rsid w:val="00C00D35"/>
    <w:rsid w:val="00C11390"/>
    <w:rsid w:val="00C135C4"/>
    <w:rsid w:val="00C142E2"/>
    <w:rsid w:val="00C32376"/>
    <w:rsid w:val="00C65369"/>
    <w:rsid w:val="00C70AE2"/>
    <w:rsid w:val="00C73539"/>
    <w:rsid w:val="00C75711"/>
    <w:rsid w:val="00C77BE6"/>
    <w:rsid w:val="00C82B20"/>
    <w:rsid w:val="00C85719"/>
    <w:rsid w:val="00C87E63"/>
    <w:rsid w:val="00C90BE3"/>
    <w:rsid w:val="00C92431"/>
    <w:rsid w:val="00C93904"/>
    <w:rsid w:val="00CA0F40"/>
    <w:rsid w:val="00CA26B7"/>
    <w:rsid w:val="00CA6C95"/>
    <w:rsid w:val="00CA7D2D"/>
    <w:rsid w:val="00CB1649"/>
    <w:rsid w:val="00CB18DE"/>
    <w:rsid w:val="00CB1A6D"/>
    <w:rsid w:val="00CB3A46"/>
    <w:rsid w:val="00CB45D8"/>
    <w:rsid w:val="00CC08CC"/>
    <w:rsid w:val="00CC22BF"/>
    <w:rsid w:val="00CF0E2C"/>
    <w:rsid w:val="00CF6454"/>
    <w:rsid w:val="00D13A3F"/>
    <w:rsid w:val="00D20DD8"/>
    <w:rsid w:val="00D42947"/>
    <w:rsid w:val="00D44758"/>
    <w:rsid w:val="00D74612"/>
    <w:rsid w:val="00D86A36"/>
    <w:rsid w:val="00D94C16"/>
    <w:rsid w:val="00D95B18"/>
    <w:rsid w:val="00DA1257"/>
    <w:rsid w:val="00DB1CF7"/>
    <w:rsid w:val="00DB3D69"/>
    <w:rsid w:val="00DB51E0"/>
    <w:rsid w:val="00DC19E7"/>
    <w:rsid w:val="00DC307E"/>
    <w:rsid w:val="00DC4026"/>
    <w:rsid w:val="00DC61C8"/>
    <w:rsid w:val="00DC7459"/>
    <w:rsid w:val="00DD0538"/>
    <w:rsid w:val="00DE0CB6"/>
    <w:rsid w:val="00E11170"/>
    <w:rsid w:val="00E339F6"/>
    <w:rsid w:val="00E40E9E"/>
    <w:rsid w:val="00E51160"/>
    <w:rsid w:val="00E67641"/>
    <w:rsid w:val="00E70CD8"/>
    <w:rsid w:val="00E7126B"/>
    <w:rsid w:val="00E734B3"/>
    <w:rsid w:val="00E8633B"/>
    <w:rsid w:val="00EA3758"/>
    <w:rsid w:val="00EA7DDE"/>
    <w:rsid w:val="00ED590B"/>
    <w:rsid w:val="00EF3DA8"/>
    <w:rsid w:val="00EF550C"/>
    <w:rsid w:val="00F03EFF"/>
    <w:rsid w:val="00F13C57"/>
    <w:rsid w:val="00F20345"/>
    <w:rsid w:val="00F24B5E"/>
    <w:rsid w:val="00F34AC2"/>
    <w:rsid w:val="00F458F8"/>
    <w:rsid w:val="00F53702"/>
    <w:rsid w:val="00F53A94"/>
    <w:rsid w:val="00F56694"/>
    <w:rsid w:val="00F5783C"/>
    <w:rsid w:val="00F61D91"/>
    <w:rsid w:val="00F80B5B"/>
    <w:rsid w:val="00F814AA"/>
    <w:rsid w:val="00F81B1E"/>
    <w:rsid w:val="00FA1970"/>
    <w:rsid w:val="00FA4B27"/>
    <w:rsid w:val="00FA6F58"/>
    <w:rsid w:val="00FB6CA4"/>
    <w:rsid w:val="00FC34FC"/>
    <w:rsid w:val="00FD782A"/>
    <w:rsid w:val="00FF0D5A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AF01CB"/>
  <w15:docId w15:val="{E983614D-9DB7-463E-8359-089E31AC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BE3"/>
    <w:pPr>
      <w:bidi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الآية"/>
    <w:basedOn w:val="a"/>
    <w:link w:val="Char"/>
    <w:qFormat/>
    <w:rsid w:val="00961748"/>
    <w:pPr>
      <w:spacing w:line="360" w:lineRule="auto"/>
      <w:jc w:val="center"/>
    </w:pPr>
    <w:rPr>
      <w:rFonts w:ascii="Adobe Arabic" w:hAnsi="Adobe Arabic" w:cs="DecoType Naskh Variants"/>
      <w:color w:val="008000"/>
      <w:sz w:val="32"/>
      <w:szCs w:val="32"/>
    </w:rPr>
  </w:style>
  <w:style w:type="paragraph" w:customStyle="1" w:styleId="a4">
    <w:name w:val="رقم الآية"/>
    <w:basedOn w:val="a"/>
    <w:link w:val="Char0"/>
    <w:qFormat/>
    <w:rsid w:val="007E7E74"/>
    <w:pPr>
      <w:spacing w:line="360" w:lineRule="auto"/>
      <w:jc w:val="center"/>
    </w:pPr>
    <w:rPr>
      <w:rFonts w:ascii="Adobe Arabic" w:hAnsi="Adobe Arabic" w:cs="DecoType Naskh Variants"/>
      <w:sz w:val="20"/>
      <w:szCs w:val="20"/>
    </w:rPr>
  </w:style>
  <w:style w:type="character" w:customStyle="1" w:styleId="Char">
    <w:name w:val="الآية Char"/>
    <w:basedOn w:val="a0"/>
    <w:link w:val="a3"/>
    <w:rsid w:val="00961748"/>
    <w:rPr>
      <w:rFonts w:ascii="Adobe Arabic" w:eastAsia="Times New Roman" w:hAnsi="Adobe Arabic" w:cs="DecoType Naskh Variants"/>
      <w:color w:val="008000"/>
      <w:sz w:val="32"/>
      <w:szCs w:val="32"/>
    </w:rPr>
  </w:style>
  <w:style w:type="character" w:customStyle="1" w:styleId="Char0">
    <w:name w:val="رقم الآية Char"/>
    <w:basedOn w:val="a0"/>
    <w:link w:val="a4"/>
    <w:rsid w:val="007E7E74"/>
    <w:rPr>
      <w:rFonts w:ascii="Adobe Arabic" w:eastAsia="Times New Roman" w:hAnsi="Adobe Arabic" w:cs="DecoType Naskh Variants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3D4FB1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3D4FB1"/>
    <w:pPr>
      <w:spacing w:line="240" w:lineRule="auto"/>
    </w:pPr>
    <w:rPr>
      <w:sz w:val="20"/>
      <w:szCs w:val="20"/>
    </w:rPr>
  </w:style>
  <w:style w:type="character" w:customStyle="1" w:styleId="Char1">
    <w:name w:val="نص تعليق Char"/>
    <w:basedOn w:val="a0"/>
    <w:link w:val="a6"/>
    <w:uiPriority w:val="99"/>
    <w:semiHidden/>
    <w:rsid w:val="003D4FB1"/>
    <w:rPr>
      <w:rFonts w:eastAsia="Times New Roman" w:cs="Arial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3D4FB1"/>
    <w:rPr>
      <w:b/>
      <w:bCs/>
    </w:rPr>
  </w:style>
  <w:style w:type="character" w:customStyle="1" w:styleId="Char2">
    <w:name w:val="موضوع تعليق Char"/>
    <w:basedOn w:val="Char1"/>
    <w:link w:val="a7"/>
    <w:uiPriority w:val="99"/>
    <w:semiHidden/>
    <w:rsid w:val="003D4FB1"/>
    <w:rPr>
      <w:rFonts w:eastAsia="Times New Roman" w:cs="Arial"/>
      <w:b/>
      <w:bCs/>
      <w:sz w:val="20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3D4FB1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3">
    <w:name w:val="نص في بالون Char"/>
    <w:basedOn w:val="a0"/>
    <w:link w:val="a8"/>
    <w:uiPriority w:val="99"/>
    <w:semiHidden/>
    <w:rsid w:val="003D4FB1"/>
    <w:rPr>
      <w:rFonts w:ascii="Tahoma" w:eastAsia="Times New Roman" w:hAnsi="Tahoma" w:cs="Tahoma"/>
      <w:sz w:val="18"/>
      <w:szCs w:val="18"/>
    </w:rPr>
  </w:style>
  <w:style w:type="paragraph" w:styleId="a9">
    <w:name w:val="List Paragraph"/>
    <w:basedOn w:val="a"/>
    <w:uiPriority w:val="34"/>
    <w:qFormat/>
    <w:rsid w:val="00E11170"/>
    <w:pPr>
      <w:ind w:left="720"/>
      <w:contextualSpacing/>
    </w:pPr>
  </w:style>
  <w:style w:type="character" w:customStyle="1" w:styleId="Char4">
    <w:name w:val="الأية القرآنية Char"/>
    <w:basedOn w:val="a0"/>
    <w:link w:val="aa"/>
    <w:locked/>
    <w:rsid w:val="00346135"/>
    <w:rPr>
      <w:rFonts w:ascii="Adobe Arabic" w:hAnsi="Adobe Arabic" w:cs="DecoType Naskh Variants"/>
      <w:color w:val="008000"/>
      <w:sz w:val="36"/>
      <w:szCs w:val="36"/>
      <w:lang w:bidi="ar-YE"/>
    </w:rPr>
  </w:style>
  <w:style w:type="paragraph" w:customStyle="1" w:styleId="aa">
    <w:name w:val="الأية القرآنية"/>
    <w:basedOn w:val="a"/>
    <w:link w:val="Char4"/>
    <w:rsid w:val="00346135"/>
    <w:pPr>
      <w:spacing w:line="360" w:lineRule="auto"/>
      <w:jc w:val="both"/>
    </w:pPr>
    <w:rPr>
      <w:rFonts w:ascii="Adobe Arabic" w:eastAsiaTheme="minorHAnsi" w:hAnsi="Adobe Arabic" w:cs="DecoType Naskh Variants"/>
      <w:color w:val="008000"/>
      <w:sz w:val="36"/>
      <w:szCs w:val="36"/>
      <w:lang w:bidi="ar-YE"/>
    </w:rPr>
  </w:style>
  <w:style w:type="table" w:styleId="ab">
    <w:name w:val="Table Grid"/>
    <w:basedOn w:val="a1"/>
    <w:uiPriority w:val="59"/>
    <w:unhideWhenUsed/>
    <w:rsid w:val="00AC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6B1C59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\Desktop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C7B90-E88C-4BDB-89F2-1120819F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نموذج</Template>
  <TotalTime>1</TotalTime>
  <Pages>12</Pages>
  <Words>4683</Words>
  <Characters>26698</Characters>
  <Application>Microsoft Office Word</Application>
  <DocSecurity>0</DocSecurity>
  <Lines>222</Lines>
  <Paragraphs>62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Naim Al Hussaini</Company>
  <LinksUpToDate>false</LinksUpToDate>
  <CharactersWithSpaces>31319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</dc:creator>
  <cp:lastModifiedBy>EB HR</cp:lastModifiedBy>
  <cp:revision>4</cp:revision>
  <cp:lastPrinted>2024-02-06T19:46:00Z</cp:lastPrinted>
  <dcterms:created xsi:type="dcterms:W3CDTF">2024-02-13T21:16:00Z</dcterms:created>
  <dcterms:modified xsi:type="dcterms:W3CDTF">2024-02-13T19:31:00Z</dcterms:modified>
</cp:coreProperties>
</file>